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04F91908" w:rsidR="00F1480E" w:rsidRPr="005404CB" w:rsidRDefault="00903631" w:rsidP="005404CB">
            <w:pPr>
              <w:pStyle w:val="SIText"/>
            </w:pPr>
            <w:r w:rsidRPr="00903631">
              <w:t xml:space="preserve">This version released with AHC Agriculture, Horticulture and Conservation and Land Management Training Package Version </w:t>
            </w:r>
            <w:r w:rsidR="004652BF" w:rsidRPr="004652BF">
              <w:rPr>
                <w:rStyle w:val="SITemporaryText-blue"/>
              </w:rPr>
              <w:t>X</w:t>
            </w:r>
            <w:r>
              <w:t>.0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465C97">
        <w:trPr>
          <w:tblHeader/>
        </w:trPr>
        <w:tc>
          <w:tcPr>
            <w:tcW w:w="1396" w:type="pct"/>
            <w:shd w:val="clear" w:color="auto" w:fill="auto"/>
          </w:tcPr>
          <w:p w14:paraId="141B9962" w14:textId="50321BEE" w:rsidR="00F1480E" w:rsidRPr="005404CB" w:rsidRDefault="00A3135C" w:rsidP="002B786B">
            <w:pPr>
              <w:pStyle w:val="SIUNITCODE"/>
            </w:pPr>
            <w:r>
              <w:t>AHCPER</w:t>
            </w:r>
            <w:r w:rsidR="005D0854">
              <w:t>3</w:t>
            </w:r>
            <w:r w:rsidR="002B786B">
              <w:t>X4</w:t>
            </w:r>
          </w:p>
        </w:tc>
        <w:tc>
          <w:tcPr>
            <w:tcW w:w="3604" w:type="pct"/>
            <w:shd w:val="clear" w:color="auto" w:fill="auto"/>
          </w:tcPr>
          <w:p w14:paraId="01D80964" w14:textId="0FE9995B" w:rsidR="00F1480E" w:rsidRPr="005404CB" w:rsidRDefault="007A49CA" w:rsidP="00860613">
            <w:pPr>
              <w:pStyle w:val="SIUnittitle"/>
            </w:pPr>
            <w:r w:rsidRPr="007A49CA">
              <w:t xml:space="preserve">Install and maintain permaculture water </w:t>
            </w:r>
            <w:r w:rsidR="00860613">
              <w:t xml:space="preserve">management </w:t>
            </w:r>
            <w:r w:rsidRPr="007A49CA">
              <w:t>systems</w:t>
            </w:r>
          </w:p>
        </w:tc>
      </w:tr>
      <w:tr w:rsidR="00F1480E" w:rsidRPr="00963A46" w14:paraId="6EEB8237" w14:textId="77777777" w:rsidTr="00465C97">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0C809525" w14:textId="77777777" w:rsidR="00EC5179" w:rsidRDefault="007A49CA" w:rsidP="007A49CA">
            <w:r w:rsidRPr="007A49CA">
              <w:t xml:space="preserve">This unit provides the skills and knowledge to install and maintain permaculture water </w:t>
            </w:r>
            <w:r w:rsidR="00EC5179">
              <w:t xml:space="preserve">capture, </w:t>
            </w:r>
            <w:proofErr w:type="gramStart"/>
            <w:r w:rsidR="00EC5179">
              <w:t>storage</w:t>
            </w:r>
            <w:proofErr w:type="gramEnd"/>
            <w:r w:rsidR="00EC5179">
              <w:t xml:space="preserve"> and distribution </w:t>
            </w:r>
            <w:r w:rsidRPr="007A49CA">
              <w:t>systems</w:t>
            </w:r>
            <w:r w:rsidR="00EC5179">
              <w:t xml:space="preserve"> for a permaculture site.</w:t>
            </w:r>
          </w:p>
          <w:p w14:paraId="432E3AFA" w14:textId="77777777" w:rsidR="00860613" w:rsidRDefault="00860613" w:rsidP="007A49CA"/>
          <w:p w14:paraId="73838C78" w14:textId="7FFBB085" w:rsidR="007A49CA" w:rsidRPr="007A49CA" w:rsidRDefault="00860613" w:rsidP="007A49CA">
            <w:r>
              <w:t>The</w:t>
            </w:r>
            <w:r w:rsidR="007A49CA" w:rsidRPr="007A49CA">
              <w:t xml:space="preserve"> unit applies to individuals who work under broad direction and take responsibility for their own work including limited responsibility for the work of others. They use discretion and judgement in the selection and use of available resources and complete routine activities.</w:t>
            </w:r>
          </w:p>
          <w:p w14:paraId="18B0D7E0" w14:textId="77777777" w:rsidR="007A49CA" w:rsidRPr="007A49CA" w:rsidRDefault="007A49CA" w:rsidP="007A49CA"/>
          <w:p w14:paraId="22C15BCD" w14:textId="7488A233" w:rsidR="00373436" w:rsidRPr="000754EC" w:rsidRDefault="007A49CA">
            <w:pPr>
              <w:pStyle w:val="SIText"/>
            </w:pPr>
            <w:r w:rsidRPr="007A49CA">
              <w:t>No licensing, legislative or certification requirements apply to this unit at the time of publication.</w:t>
            </w:r>
          </w:p>
        </w:tc>
      </w:tr>
      <w:tr w:rsidR="00F1480E" w:rsidRPr="00963A46" w14:paraId="730ABDE2" w14:textId="77777777" w:rsidTr="00465C97">
        <w:tc>
          <w:tcPr>
            <w:tcW w:w="1396" w:type="pct"/>
            <w:shd w:val="clear" w:color="auto" w:fill="auto"/>
          </w:tcPr>
          <w:p w14:paraId="5BEF6167" w14:textId="3BE65B92"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465C97">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465C97">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465C97">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B52B2E" w:rsidRPr="00963A46" w14:paraId="7DB7C384" w14:textId="77777777" w:rsidTr="00465C97">
        <w:trPr>
          <w:cantSplit/>
        </w:trPr>
        <w:tc>
          <w:tcPr>
            <w:tcW w:w="1396" w:type="pct"/>
            <w:shd w:val="clear" w:color="auto" w:fill="auto"/>
          </w:tcPr>
          <w:p w14:paraId="44EC0F01" w14:textId="38C371D8" w:rsidR="00B52B2E" w:rsidRPr="00B52B2E" w:rsidRDefault="00B52B2E" w:rsidP="001E7EEA">
            <w:pPr>
              <w:pStyle w:val="SIText"/>
            </w:pPr>
            <w:r w:rsidRPr="00B52B2E">
              <w:t xml:space="preserve">1. </w:t>
            </w:r>
            <w:r w:rsidR="00497866">
              <w:t>Plan the installation of water management system</w:t>
            </w:r>
          </w:p>
        </w:tc>
        <w:tc>
          <w:tcPr>
            <w:tcW w:w="3604" w:type="pct"/>
            <w:shd w:val="clear" w:color="auto" w:fill="auto"/>
          </w:tcPr>
          <w:p w14:paraId="37B1E87C" w14:textId="77791656" w:rsidR="00497866" w:rsidRDefault="00497866" w:rsidP="00497866">
            <w:r>
              <w:t xml:space="preserve">1.1 </w:t>
            </w:r>
            <w:r w:rsidRPr="00B52B2E">
              <w:t xml:space="preserve">Identify </w:t>
            </w:r>
            <w:r>
              <w:t xml:space="preserve">site and water management components from </w:t>
            </w:r>
            <w:r w:rsidRPr="00B52B2E">
              <w:t xml:space="preserve">permaculture water </w:t>
            </w:r>
            <w:r w:rsidRPr="00192921">
              <w:t xml:space="preserve">management </w:t>
            </w:r>
            <w:r>
              <w:t>plan</w:t>
            </w:r>
          </w:p>
          <w:p w14:paraId="4307A4D0" w14:textId="221DC98A" w:rsidR="00497866" w:rsidRDefault="00497866" w:rsidP="00497866">
            <w:r>
              <w:t xml:space="preserve">1.2 Estimate water demand </w:t>
            </w:r>
            <w:r w:rsidR="006813BA">
              <w:t xml:space="preserve">for permaculture system </w:t>
            </w:r>
            <w:r>
              <w:t>and verify against water management plan specifications</w:t>
            </w:r>
          </w:p>
          <w:p w14:paraId="06EC367D" w14:textId="77777777" w:rsidR="00497866" w:rsidRDefault="00497866" w:rsidP="00497866">
            <w:r>
              <w:t xml:space="preserve">1.3 </w:t>
            </w:r>
            <w:r w:rsidRPr="00497866">
              <w:t>Check source of water to ensure compatibility with system design and specifications</w:t>
            </w:r>
          </w:p>
          <w:p w14:paraId="3F1D2398" w14:textId="77777777" w:rsidR="006813BA" w:rsidRPr="00430AA3" w:rsidRDefault="00497866" w:rsidP="00F047D5">
            <w:pPr>
              <w:pStyle w:val="SIText"/>
            </w:pPr>
            <w:r>
              <w:t xml:space="preserve">1.4 Verify compliance with legislative and regulatory requirements </w:t>
            </w:r>
            <w:proofErr w:type="gramStart"/>
            <w:r>
              <w:t>specified  in</w:t>
            </w:r>
            <w:proofErr w:type="gramEnd"/>
            <w:r>
              <w:t xml:space="preserve"> </w:t>
            </w:r>
            <w:r w:rsidR="006813BA">
              <w:t xml:space="preserve">water </w:t>
            </w:r>
            <w:r w:rsidR="006813BA" w:rsidRPr="00430AA3">
              <w:t>management plan</w:t>
            </w:r>
          </w:p>
          <w:p w14:paraId="213E6D72" w14:textId="77777777" w:rsidR="001E7EEA" w:rsidRPr="00F047D5" w:rsidRDefault="006813BA" w:rsidP="00F047D5">
            <w:pPr>
              <w:pStyle w:val="SIText"/>
            </w:pPr>
            <w:r w:rsidRPr="00B900C3">
              <w:t>1.5 Report or rectify discrepancies</w:t>
            </w:r>
            <w:r w:rsidRPr="00F047D5">
              <w:t xml:space="preserve"> in water system design according to workplace procedures</w:t>
            </w:r>
          </w:p>
          <w:p w14:paraId="7EA25D2B" w14:textId="4CF88C0B" w:rsidR="001E7EEA" w:rsidRPr="00F047D5" w:rsidRDefault="001E7EEA" w:rsidP="00F047D5">
            <w:pPr>
              <w:pStyle w:val="SIText"/>
            </w:pPr>
            <w:r w:rsidRPr="00F047D5">
              <w:t>1.</w:t>
            </w:r>
            <w:r w:rsidR="00430AA3">
              <w:t>6</w:t>
            </w:r>
            <w:r w:rsidRPr="00F047D5">
              <w:t xml:space="preserve"> Carry out pre-operational and safety checks on tools, </w:t>
            </w:r>
            <w:proofErr w:type="gramStart"/>
            <w:r w:rsidRPr="00F047D5">
              <w:t>equipment</w:t>
            </w:r>
            <w:proofErr w:type="gramEnd"/>
            <w:r w:rsidRPr="00F047D5">
              <w:t xml:space="preserve"> and machinery according to manufacturer’s specifications</w:t>
            </w:r>
          </w:p>
          <w:p w14:paraId="6C798DA7" w14:textId="77777777" w:rsidR="004F1428" w:rsidRDefault="001E7EEA" w:rsidP="00F047D5">
            <w:pPr>
              <w:pStyle w:val="SIText"/>
            </w:pPr>
            <w:r w:rsidRPr="00430AA3">
              <w:t>1.</w:t>
            </w:r>
            <w:r w:rsidR="00430AA3">
              <w:t>7</w:t>
            </w:r>
            <w:r w:rsidRPr="00F047D5">
              <w:t xml:space="preserve"> Identify hazards, assess </w:t>
            </w:r>
            <w:proofErr w:type="gramStart"/>
            <w:r w:rsidRPr="00F047D5">
              <w:t>risks</w:t>
            </w:r>
            <w:proofErr w:type="gramEnd"/>
            <w:r w:rsidRPr="00F047D5">
              <w:t xml:space="preserve"> and implement controls according to workplace health and safety procedures</w:t>
            </w:r>
          </w:p>
          <w:p w14:paraId="4B044429" w14:textId="22D20736" w:rsidR="00B52B2E" w:rsidRPr="00B52B2E" w:rsidRDefault="004F1428" w:rsidP="00F047D5">
            <w:pPr>
              <w:pStyle w:val="SIText"/>
            </w:pPr>
            <w:r>
              <w:t>1.8 Identify above and below ground services and implement controls to protect services</w:t>
            </w:r>
          </w:p>
        </w:tc>
      </w:tr>
      <w:tr w:rsidR="00497866" w:rsidRPr="00963A46" w14:paraId="00C7AB7F" w14:textId="77777777" w:rsidTr="00465C97">
        <w:trPr>
          <w:cantSplit/>
        </w:trPr>
        <w:tc>
          <w:tcPr>
            <w:tcW w:w="1396" w:type="pct"/>
            <w:shd w:val="clear" w:color="auto" w:fill="auto"/>
          </w:tcPr>
          <w:p w14:paraId="2603D40F" w14:textId="09EB03F9" w:rsidR="00497866" w:rsidRPr="00B52B2E" w:rsidRDefault="00497866" w:rsidP="00403105">
            <w:pPr>
              <w:pStyle w:val="SIText"/>
            </w:pPr>
            <w:r>
              <w:t xml:space="preserve">2. </w:t>
            </w:r>
            <w:proofErr w:type="gramStart"/>
            <w:r w:rsidR="00430AA3">
              <w:t xml:space="preserve">Prepare </w:t>
            </w:r>
            <w:r w:rsidR="001E7EEA">
              <w:t xml:space="preserve"> </w:t>
            </w:r>
            <w:r w:rsidR="00430AA3">
              <w:t>for</w:t>
            </w:r>
            <w:proofErr w:type="gramEnd"/>
            <w:r w:rsidR="00430AA3">
              <w:t xml:space="preserve"> </w:t>
            </w:r>
            <w:r w:rsidR="001E7EEA">
              <w:t>w</w:t>
            </w:r>
            <w:r>
              <w:t xml:space="preserve">ater </w:t>
            </w:r>
            <w:r w:rsidR="00430AA3">
              <w:t xml:space="preserve">management </w:t>
            </w:r>
            <w:r>
              <w:t>system</w:t>
            </w:r>
            <w:r w:rsidR="00430AA3">
              <w:t xml:space="preserve"> installation</w:t>
            </w:r>
          </w:p>
        </w:tc>
        <w:tc>
          <w:tcPr>
            <w:tcW w:w="3604" w:type="pct"/>
            <w:shd w:val="clear" w:color="auto" w:fill="auto"/>
          </w:tcPr>
          <w:p w14:paraId="5F7FC1E6" w14:textId="127801EC" w:rsidR="00430AA3" w:rsidRPr="003C2DE5" w:rsidRDefault="00430AA3" w:rsidP="00430AA3">
            <w:pPr>
              <w:pStyle w:val="SIText"/>
            </w:pPr>
            <w:r>
              <w:t>2.1</w:t>
            </w:r>
            <w:r w:rsidRPr="00430AA3">
              <w:t xml:space="preserve"> Prepare site for installation works according to workplace health and safety procedures</w:t>
            </w:r>
          </w:p>
          <w:p w14:paraId="5E17C07B" w14:textId="482CF38F" w:rsidR="001E7EEA" w:rsidRDefault="001E7EEA" w:rsidP="00497866">
            <w:r>
              <w:t>2.</w:t>
            </w:r>
            <w:r w:rsidR="00430AA3">
              <w:t>2</w:t>
            </w:r>
            <w:r>
              <w:t xml:space="preserve"> Determine water </w:t>
            </w:r>
            <w:r w:rsidR="00430AA3">
              <w:t>management</w:t>
            </w:r>
            <w:r>
              <w:t xml:space="preserve"> system </w:t>
            </w:r>
            <w:r w:rsidR="00430AA3">
              <w:t xml:space="preserve">components </w:t>
            </w:r>
            <w:r>
              <w:t>from water management design</w:t>
            </w:r>
          </w:p>
          <w:p w14:paraId="3350F9A0" w14:textId="1F0963B2" w:rsidR="00497866" w:rsidRDefault="00430AA3" w:rsidP="00497866">
            <w:r>
              <w:t>2.3</w:t>
            </w:r>
            <w:r w:rsidR="00497866">
              <w:t xml:space="preserve"> Identify, </w:t>
            </w:r>
            <w:proofErr w:type="gramStart"/>
            <w:r w:rsidR="00497866">
              <w:t>s</w:t>
            </w:r>
            <w:r w:rsidR="00497866" w:rsidRPr="00B52B2E">
              <w:t>elect</w:t>
            </w:r>
            <w:proofErr w:type="gramEnd"/>
            <w:r w:rsidR="00497866">
              <w:t xml:space="preserve"> and prepare</w:t>
            </w:r>
            <w:r w:rsidR="00497866" w:rsidRPr="00B52B2E">
              <w:t xml:space="preserve"> materials</w:t>
            </w:r>
            <w:r w:rsidR="00497866">
              <w:t xml:space="preserve"> required to construct water </w:t>
            </w:r>
            <w:r>
              <w:t>management</w:t>
            </w:r>
            <w:r w:rsidR="00497866">
              <w:t xml:space="preserve"> system according to design</w:t>
            </w:r>
          </w:p>
          <w:p w14:paraId="448538C8" w14:textId="6E5956BA" w:rsidR="00497866" w:rsidRDefault="001E7EEA" w:rsidP="00497866">
            <w:r>
              <w:t>2.</w:t>
            </w:r>
            <w:r w:rsidR="00430AA3">
              <w:t>4</w:t>
            </w:r>
            <w:r w:rsidR="00497866" w:rsidRPr="00497866">
              <w:t xml:space="preserve"> Identify, </w:t>
            </w:r>
            <w:proofErr w:type="gramStart"/>
            <w:r w:rsidR="00497866" w:rsidRPr="00497866">
              <w:t>select</w:t>
            </w:r>
            <w:proofErr w:type="gramEnd"/>
            <w:r w:rsidR="00497866" w:rsidRPr="00497866">
              <w:t xml:space="preserve"> and prepare tools, equipment and machinery </w:t>
            </w:r>
            <w:r w:rsidR="00403105">
              <w:t>according to manufacturer instructions</w:t>
            </w:r>
          </w:p>
          <w:p w14:paraId="746103FF" w14:textId="77777777" w:rsidR="00497866" w:rsidRDefault="00C304D8" w:rsidP="00403105">
            <w:r>
              <w:t>2.</w:t>
            </w:r>
            <w:r w:rsidR="00430AA3">
              <w:t>5</w:t>
            </w:r>
            <w:r>
              <w:t xml:space="preserve"> Survey site and mark out location for water system </w:t>
            </w:r>
            <w:r w:rsidR="00430AA3">
              <w:t xml:space="preserve">components </w:t>
            </w:r>
            <w:r>
              <w:t>according to plans</w:t>
            </w:r>
          </w:p>
          <w:p w14:paraId="27B36A1E" w14:textId="77777777" w:rsidR="00403105" w:rsidRDefault="00403105" w:rsidP="00B900C3">
            <w:r>
              <w:t>2.6 Identify and locate on site impediments to excavation works</w:t>
            </w:r>
          </w:p>
          <w:p w14:paraId="7BEAFBB8" w14:textId="75CA8FBB" w:rsidR="00977EB4" w:rsidRPr="00B52B2E" w:rsidRDefault="00977EB4">
            <w:r>
              <w:t>2.7 Schedule and monitor work team and contractors according to planned activities</w:t>
            </w:r>
          </w:p>
        </w:tc>
      </w:tr>
      <w:tr w:rsidR="00B52B2E" w:rsidRPr="00963A46" w14:paraId="629DE035" w14:textId="77777777" w:rsidTr="00465C97">
        <w:trPr>
          <w:cantSplit/>
        </w:trPr>
        <w:tc>
          <w:tcPr>
            <w:tcW w:w="1396" w:type="pct"/>
            <w:shd w:val="clear" w:color="auto" w:fill="auto"/>
          </w:tcPr>
          <w:p w14:paraId="7538BC0F" w14:textId="437C8E5F" w:rsidR="00B52B2E" w:rsidRPr="00B52B2E" w:rsidRDefault="00B52B2E" w:rsidP="00B52B2E">
            <w:pPr>
              <w:pStyle w:val="SIText"/>
            </w:pPr>
            <w:r w:rsidRPr="00B52B2E">
              <w:lastRenderedPageBreak/>
              <w:t>3. Install permaculture water systems</w:t>
            </w:r>
          </w:p>
        </w:tc>
        <w:tc>
          <w:tcPr>
            <w:tcW w:w="3604" w:type="pct"/>
            <w:shd w:val="clear" w:color="auto" w:fill="auto"/>
          </w:tcPr>
          <w:p w14:paraId="1B548244" w14:textId="6E6B592A" w:rsidR="00403105" w:rsidRPr="00B52B2E" w:rsidRDefault="00403105" w:rsidP="00B52B2E">
            <w:r>
              <w:t>3</w:t>
            </w:r>
            <w:r w:rsidRPr="00403105">
              <w:t>.1 Conduct excavation works according to water management plan specifications</w:t>
            </w:r>
          </w:p>
          <w:p w14:paraId="0BF077F6" w14:textId="02A22851" w:rsidR="00B52B2E" w:rsidRDefault="00B52B2E" w:rsidP="00B52B2E">
            <w:r w:rsidRPr="00B52B2E">
              <w:t xml:space="preserve">3.2 </w:t>
            </w:r>
            <w:r w:rsidR="00977EB4">
              <w:t>Install water capture system according to water management plan</w:t>
            </w:r>
          </w:p>
          <w:p w14:paraId="6E3AA1B0" w14:textId="77777777" w:rsidR="00977EB4" w:rsidRDefault="00977EB4" w:rsidP="00B52B2E">
            <w:r>
              <w:t>3.3 Install water storage system according to water management plan</w:t>
            </w:r>
          </w:p>
          <w:p w14:paraId="5C56B861" w14:textId="0F23E7C0" w:rsidR="00977EB4" w:rsidRDefault="00FC4EF1" w:rsidP="00B52B2E">
            <w:r>
              <w:t>3.4</w:t>
            </w:r>
            <w:r w:rsidR="00977EB4">
              <w:t xml:space="preserve"> Install water distribution system according to water management plan </w:t>
            </w:r>
          </w:p>
          <w:p w14:paraId="65C24876" w14:textId="3ECD01DC" w:rsidR="00FC4EF1" w:rsidRDefault="00FC4EF1" w:rsidP="00FC4EF1">
            <w:r>
              <w:t xml:space="preserve">3.5 Install water treatment systems according to water management plan </w:t>
            </w:r>
          </w:p>
          <w:p w14:paraId="677B4047" w14:textId="2F3C7FE2" w:rsidR="00E254E3" w:rsidRDefault="00B52B2E" w:rsidP="00B900C3">
            <w:r w:rsidRPr="00B52B2E">
              <w:t>3.</w:t>
            </w:r>
            <w:r w:rsidR="00FC4EF1">
              <w:t>6</w:t>
            </w:r>
            <w:r w:rsidRPr="00B52B2E">
              <w:t xml:space="preserve"> </w:t>
            </w:r>
            <w:r w:rsidR="00FC4EF1">
              <w:t>Ensure installation works comply with legislative and regulatory requirements</w:t>
            </w:r>
          </w:p>
          <w:p w14:paraId="1C93868F" w14:textId="3F02DE9D" w:rsidR="00B52B2E" w:rsidRPr="00B52B2E" w:rsidRDefault="00E254E3" w:rsidP="00B900C3">
            <w:r>
              <w:t xml:space="preserve">3.7 Finalise site </w:t>
            </w:r>
            <w:r w:rsidRPr="00B52B2E">
              <w:t>earthworks</w:t>
            </w:r>
            <w:r>
              <w:t xml:space="preserve"> according</w:t>
            </w:r>
            <w:r w:rsidRPr="00B52B2E">
              <w:t xml:space="preserve"> to specifications</w:t>
            </w:r>
            <w:r w:rsidRPr="00B52B2E" w:rsidDel="00FC4EF1">
              <w:t xml:space="preserve"> </w:t>
            </w:r>
          </w:p>
        </w:tc>
      </w:tr>
      <w:tr w:rsidR="00B52B2E" w:rsidRPr="00963A46" w14:paraId="11718CED" w14:textId="77777777" w:rsidTr="00465C97">
        <w:trPr>
          <w:cantSplit/>
        </w:trPr>
        <w:tc>
          <w:tcPr>
            <w:tcW w:w="1396" w:type="pct"/>
            <w:shd w:val="clear" w:color="auto" w:fill="auto"/>
          </w:tcPr>
          <w:p w14:paraId="0B502852" w14:textId="38A37F77" w:rsidR="00B52B2E" w:rsidRPr="00B52B2E" w:rsidRDefault="00B52B2E" w:rsidP="00B52B2E">
            <w:pPr>
              <w:pStyle w:val="SIText"/>
            </w:pPr>
            <w:r w:rsidRPr="00B52B2E">
              <w:t>4. Complete installation work</w:t>
            </w:r>
          </w:p>
        </w:tc>
        <w:tc>
          <w:tcPr>
            <w:tcW w:w="3604" w:type="pct"/>
            <w:shd w:val="clear" w:color="auto" w:fill="auto"/>
          </w:tcPr>
          <w:p w14:paraId="749FA446" w14:textId="2495E9F9" w:rsidR="00B52B2E" w:rsidRPr="00B52B2E" w:rsidRDefault="00B52B2E" w:rsidP="00B52B2E">
            <w:r w:rsidRPr="00B52B2E">
              <w:t>4.1</w:t>
            </w:r>
            <w:r w:rsidR="00E254E3">
              <w:t xml:space="preserve"> </w:t>
            </w:r>
            <w:r w:rsidRPr="00B52B2E">
              <w:t xml:space="preserve">Check configuration and capacity </w:t>
            </w:r>
            <w:r w:rsidR="00E254E3">
              <w:t xml:space="preserve">of system against plans and </w:t>
            </w:r>
            <w:r w:rsidR="00FC4EF1">
              <w:t>specification</w:t>
            </w:r>
            <w:r w:rsidR="00E254E3">
              <w:t xml:space="preserve"> and report or rectify discrepancies</w:t>
            </w:r>
          </w:p>
          <w:p w14:paraId="2B6E14EE" w14:textId="5818A8AB" w:rsidR="00B52B2E" w:rsidRPr="00B52B2E" w:rsidRDefault="00B52B2E" w:rsidP="00B52B2E">
            <w:r w:rsidRPr="00B52B2E">
              <w:t>4.</w:t>
            </w:r>
            <w:r w:rsidR="00E254E3">
              <w:t>2</w:t>
            </w:r>
            <w:r w:rsidRPr="00B52B2E">
              <w:t xml:space="preserve"> </w:t>
            </w:r>
            <w:r w:rsidR="00E254E3">
              <w:t xml:space="preserve">Clean and </w:t>
            </w:r>
            <w:r w:rsidR="00E254E3" w:rsidRPr="00B52B2E">
              <w:t xml:space="preserve">restore </w:t>
            </w:r>
            <w:r w:rsidR="00E254E3">
              <w:t>site and dispose of waste according to workplace environmental procedures</w:t>
            </w:r>
          </w:p>
          <w:p w14:paraId="1D278DA4" w14:textId="1EC2EB66" w:rsidR="00B52B2E" w:rsidRPr="00B52B2E" w:rsidRDefault="007865FC" w:rsidP="00B52B2E">
            <w:r>
              <w:t>4.3</w:t>
            </w:r>
            <w:r w:rsidR="00B52B2E" w:rsidRPr="00B52B2E">
              <w:t xml:space="preserve"> Clean, maintain and store tools, </w:t>
            </w:r>
            <w:proofErr w:type="gramStart"/>
            <w:r w:rsidR="00B52B2E" w:rsidRPr="00B52B2E">
              <w:t>equipment</w:t>
            </w:r>
            <w:proofErr w:type="gramEnd"/>
            <w:r w:rsidR="00B52B2E" w:rsidRPr="00B52B2E">
              <w:t xml:space="preserve"> and machinery</w:t>
            </w:r>
          </w:p>
        </w:tc>
      </w:tr>
      <w:tr w:rsidR="00B52B2E" w:rsidRPr="00963A46" w14:paraId="3EFE152C" w14:textId="77777777" w:rsidTr="00465C97">
        <w:trPr>
          <w:cantSplit/>
        </w:trPr>
        <w:tc>
          <w:tcPr>
            <w:tcW w:w="1396" w:type="pct"/>
            <w:shd w:val="clear" w:color="auto" w:fill="auto"/>
          </w:tcPr>
          <w:p w14:paraId="4C381C90" w14:textId="4D045693" w:rsidR="00B52B2E" w:rsidRPr="00B52B2E" w:rsidRDefault="00B52B2E" w:rsidP="00B52B2E">
            <w:pPr>
              <w:pStyle w:val="SIText"/>
            </w:pPr>
            <w:r w:rsidRPr="00B52B2E">
              <w:t>5. Commission permaculture water systems</w:t>
            </w:r>
          </w:p>
        </w:tc>
        <w:tc>
          <w:tcPr>
            <w:tcW w:w="3604" w:type="pct"/>
            <w:shd w:val="clear" w:color="auto" w:fill="auto"/>
          </w:tcPr>
          <w:p w14:paraId="7D88771A" w14:textId="15A876BB" w:rsidR="00B52B2E" w:rsidRPr="00B52B2E" w:rsidRDefault="00B52B2E" w:rsidP="00B52B2E">
            <w:r w:rsidRPr="00B52B2E">
              <w:t xml:space="preserve">5.1 </w:t>
            </w:r>
            <w:r w:rsidR="00E254E3">
              <w:t xml:space="preserve">Test water distribution system for adequate flow and pressure </w:t>
            </w:r>
            <w:r w:rsidRPr="00B52B2E">
              <w:t>accord</w:t>
            </w:r>
            <w:r w:rsidR="00E254E3">
              <w:t>ing to system design specification and manufacturer instructions</w:t>
            </w:r>
          </w:p>
          <w:p w14:paraId="774E14A8" w14:textId="10072320" w:rsidR="00B52B2E" w:rsidRPr="00B52B2E" w:rsidRDefault="00B52B2E" w:rsidP="00B52B2E">
            <w:r w:rsidRPr="00B52B2E">
              <w:t xml:space="preserve">5.2 Identify and </w:t>
            </w:r>
            <w:r w:rsidR="00E254E3">
              <w:t>rectify</w:t>
            </w:r>
            <w:r w:rsidR="00E254E3" w:rsidRPr="00B52B2E">
              <w:t xml:space="preserve"> </w:t>
            </w:r>
            <w:r w:rsidRPr="00B52B2E">
              <w:t xml:space="preserve">operating faults according to </w:t>
            </w:r>
            <w:r w:rsidR="00E254E3">
              <w:t>manufacturer instructions</w:t>
            </w:r>
          </w:p>
          <w:p w14:paraId="097B66BF" w14:textId="00C89458" w:rsidR="00B52B2E" w:rsidRPr="00B52B2E" w:rsidRDefault="00B52B2E" w:rsidP="00B52B2E">
            <w:r w:rsidRPr="00B52B2E">
              <w:t>5.3 Test, calibrate and monitor equipment, according to manufacturer specifications</w:t>
            </w:r>
          </w:p>
          <w:p w14:paraId="1FACB08F" w14:textId="29EFB4A2" w:rsidR="00B52B2E" w:rsidRPr="00B52B2E" w:rsidRDefault="00B52B2E">
            <w:r w:rsidRPr="00B52B2E">
              <w:t>5.4 Record or report work outcomes</w:t>
            </w:r>
            <w:r w:rsidR="00E254E3">
              <w:t xml:space="preserve"> according to workplace procedures</w:t>
            </w:r>
          </w:p>
        </w:tc>
      </w:tr>
      <w:tr w:rsidR="00B52B2E" w:rsidRPr="00963A46" w14:paraId="70440C3A" w14:textId="77777777" w:rsidTr="00465C97">
        <w:trPr>
          <w:cantSplit/>
        </w:trPr>
        <w:tc>
          <w:tcPr>
            <w:tcW w:w="1396" w:type="pct"/>
            <w:shd w:val="clear" w:color="auto" w:fill="auto"/>
          </w:tcPr>
          <w:p w14:paraId="4566A0C7" w14:textId="3B0BDF47" w:rsidR="00B52B2E" w:rsidRPr="00B52B2E" w:rsidRDefault="00B52B2E" w:rsidP="00B52B2E">
            <w:pPr>
              <w:pStyle w:val="SIText"/>
            </w:pPr>
            <w:r w:rsidRPr="00B52B2E">
              <w:t>6. Monitor and maintain permaculture water systems</w:t>
            </w:r>
          </w:p>
        </w:tc>
        <w:tc>
          <w:tcPr>
            <w:tcW w:w="3604" w:type="pct"/>
            <w:shd w:val="clear" w:color="auto" w:fill="auto"/>
          </w:tcPr>
          <w:p w14:paraId="6D481A04" w14:textId="6BF17B53" w:rsidR="00B52B2E" w:rsidRPr="00B52B2E" w:rsidRDefault="00B52B2E" w:rsidP="00B52B2E">
            <w:r w:rsidRPr="00B52B2E">
              <w:t xml:space="preserve">6.1 </w:t>
            </w:r>
            <w:r w:rsidR="00E254E3">
              <w:t>C</w:t>
            </w:r>
            <w:r w:rsidRPr="00B52B2E">
              <w:t>heck permaculture water systems and monitor for optimum performance</w:t>
            </w:r>
            <w:r w:rsidR="00E254E3">
              <w:t xml:space="preserve"> according to maintenance schedule</w:t>
            </w:r>
          </w:p>
          <w:p w14:paraId="61842A65" w14:textId="00E98ED0" w:rsidR="00B52B2E" w:rsidRPr="00B52B2E" w:rsidRDefault="00B52B2E" w:rsidP="00B52B2E">
            <w:r w:rsidRPr="00B52B2E">
              <w:t>6.</w:t>
            </w:r>
            <w:r w:rsidR="007865FC">
              <w:t>2</w:t>
            </w:r>
            <w:r w:rsidRPr="00B52B2E">
              <w:t xml:space="preserve"> </w:t>
            </w:r>
            <w:r w:rsidR="006A15D8">
              <w:t>R</w:t>
            </w:r>
            <w:r w:rsidRPr="00B52B2E">
              <w:t>epair</w:t>
            </w:r>
            <w:r w:rsidR="006A15D8">
              <w:t xml:space="preserve"> and maintain </w:t>
            </w:r>
            <w:r w:rsidRPr="00B52B2E">
              <w:t xml:space="preserve">permaculture water systems </w:t>
            </w:r>
            <w:r w:rsidR="006A15D8">
              <w:t>where optimum performance is lacking</w:t>
            </w:r>
          </w:p>
          <w:p w14:paraId="0D32C88A" w14:textId="1434F379" w:rsidR="00B52B2E" w:rsidRPr="00B52B2E" w:rsidRDefault="00B52B2E" w:rsidP="007865FC">
            <w:r w:rsidRPr="00B52B2E">
              <w:t>6.</w:t>
            </w:r>
            <w:r w:rsidR="007865FC">
              <w:t>3</w:t>
            </w:r>
            <w:r w:rsidRPr="00B52B2E">
              <w:t xml:space="preserve"> </w:t>
            </w:r>
            <w:r w:rsidR="006A15D8">
              <w:t>Maintain water treatment,</w:t>
            </w:r>
            <w:r w:rsidR="006A15D8" w:rsidRPr="00B52B2E">
              <w:t xml:space="preserve"> </w:t>
            </w:r>
            <w:proofErr w:type="gramStart"/>
            <w:r w:rsidRPr="00B52B2E">
              <w:t>erosion</w:t>
            </w:r>
            <w:proofErr w:type="gramEnd"/>
            <w:r w:rsidRPr="00B52B2E">
              <w:t xml:space="preserve"> and sediment control</w:t>
            </w:r>
            <w:r w:rsidR="006A15D8">
              <w:t>s</w:t>
            </w:r>
            <w:r w:rsidRPr="00B52B2E">
              <w:t xml:space="preserve"> accord</w:t>
            </w:r>
            <w:r w:rsidR="006A15D8">
              <w:t>ing to system design and installed components</w:t>
            </w:r>
          </w:p>
        </w:tc>
      </w:tr>
    </w:tbl>
    <w:p w14:paraId="50784BCC" w14:textId="28EDEA4F"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465C97">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465C97">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465C97">
        <w:tc>
          <w:tcPr>
            <w:tcW w:w="1396" w:type="pct"/>
          </w:tcPr>
          <w:p w14:paraId="166E6F1B" w14:textId="7F505C73" w:rsidR="00F1480E" w:rsidRPr="005404CB" w:rsidRDefault="002920C8" w:rsidP="005404CB">
            <w:pPr>
              <w:pStyle w:val="SIText"/>
            </w:pPr>
            <w:r>
              <w:t>Reading</w:t>
            </w:r>
          </w:p>
        </w:tc>
        <w:tc>
          <w:tcPr>
            <w:tcW w:w="3604" w:type="pct"/>
          </w:tcPr>
          <w:p w14:paraId="6185B3D2" w14:textId="242B6790" w:rsidR="00F1480E" w:rsidRPr="005404CB" w:rsidRDefault="002920C8">
            <w:pPr>
              <w:pStyle w:val="SIBulletList1"/>
              <w:rPr>
                <w:rFonts w:eastAsia="Calibri"/>
              </w:rPr>
            </w:pPr>
            <w:r w:rsidRPr="002920C8">
              <w:t xml:space="preserve">Interprets </w:t>
            </w:r>
            <w:r>
              <w:t xml:space="preserve">water management plans, specifications and </w:t>
            </w:r>
            <w:r w:rsidRPr="002920C8">
              <w:t xml:space="preserve">other documentation </w:t>
            </w:r>
            <w:r>
              <w:t>and</w:t>
            </w:r>
            <w:r w:rsidRPr="002920C8">
              <w:t xml:space="preserve"> consolidates information to determine requirements</w:t>
            </w:r>
            <w:r>
              <w:t xml:space="preserve"> for installation and management of water system</w:t>
            </w:r>
          </w:p>
        </w:tc>
      </w:tr>
      <w:tr w:rsidR="00F1480E" w:rsidRPr="00336FCA" w:rsidDel="00423CB2" w14:paraId="0655D844" w14:textId="77777777" w:rsidTr="00465C97">
        <w:tc>
          <w:tcPr>
            <w:tcW w:w="1396" w:type="pct"/>
          </w:tcPr>
          <w:p w14:paraId="64582310" w14:textId="5DF19101" w:rsidR="00F1480E" w:rsidRPr="005404CB" w:rsidRDefault="002920C8" w:rsidP="005404CB">
            <w:pPr>
              <w:pStyle w:val="SIText"/>
            </w:pPr>
            <w:r>
              <w:t>Numeracy</w:t>
            </w:r>
          </w:p>
        </w:tc>
        <w:tc>
          <w:tcPr>
            <w:tcW w:w="3604" w:type="pct"/>
          </w:tcPr>
          <w:p w14:paraId="7EC20CA7" w14:textId="77777777" w:rsidR="002920C8" w:rsidRPr="00F047D5" w:rsidRDefault="002920C8">
            <w:pPr>
              <w:pStyle w:val="SIBulletList1"/>
              <w:rPr>
                <w:rFonts w:eastAsia="Calibri"/>
              </w:rPr>
            </w:pPr>
            <w:r w:rsidRPr="002920C8">
              <w:t xml:space="preserve">Takes measurements </w:t>
            </w:r>
            <w:r>
              <w:t xml:space="preserve">of water usage </w:t>
            </w:r>
            <w:r w:rsidRPr="002920C8">
              <w:t xml:space="preserve">and </w:t>
            </w:r>
            <w:r>
              <w:t>calculates estimates of water storage requirements</w:t>
            </w:r>
          </w:p>
          <w:p w14:paraId="2B5C131C" w14:textId="799FCB28" w:rsidR="00F1480E" w:rsidRPr="005404CB" w:rsidRDefault="002920C8">
            <w:pPr>
              <w:pStyle w:val="SIBulletList1"/>
              <w:rPr>
                <w:rFonts w:eastAsia="Calibri"/>
              </w:rPr>
            </w:pPr>
            <w:r w:rsidRPr="002920C8">
              <w:t>Make calculations appropriate for measuring and estimating materials for construction</w:t>
            </w:r>
            <w:r>
              <w:t xml:space="preserve"> of water storage and distribution including pipe sizing, flow rates and pressures</w:t>
            </w:r>
          </w:p>
        </w:tc>
      </w:tr>
      <w:tr w:rsidR="002920C8" w:rsidRPr="00336FCA" w:rsidDel="00423CB2" w14:paraId="3E63041C" w14:textId="77777777" w:rsidTr="00465C97">
        <w:tc>
          <w:tcPr>
            <w:tcW w:w="1396" w:type="pct"/>
          </w:tcPr>
          <w:p w14:paraId="3983D891" w14:textId="756C517C" w:rsidR="002920C8" w:rsidRDefault="002920C8" w:rsidP="005404CB">
            <w:pPr>
              <w:pStyle w:val="SIText"/>
            </w:pPr>
            <w:r>
              <w:t>Oral communication</w:t>
            </w:r>
          </w:p>
        </w:tc>
        <w:tc>
          <w:tcPr>
            <w:tcW w:w="3604" w:type="pct"/>
          </w:tcPr>
          <w:p w14:paraId="12180420" w14:textId="6B7970BD" w:rsidR="002920C8" w:rsidRPr="005404CB" w:rsidRDefault="002920C8">
            <w:pPr>
              <w:pStyle w:val="SIBulletList1"/>
              <w:rPr>
                <w:rFonts w:eastAsia="Calibri"/>
              </w:rPr>
            </w:pPr>
            <w:r w:rsidRPr="002920C8">
              <w:t xml:space="preserve">Clearly explains detailed information </w:t>
            </w:r>
            <w:r w:rsidR="00112D9D">
              <w:t xml:space="preserve">on installation of water system design to contractors and work team </w:t>
            </w:r>
            <w:r w:rsidRPr="002920C8">
              <w:t>using</w:t>
            </w:r>
            <w:r w:rsidR="00112D9D">
              <w:t xml:space="preserve"> appropriate</w:t>
            </w:r>
            <w:r w:rsidRPr="002920C8">
              <w:t xml:space="preserve"> language, </w:t>
            </w:r>
            <w:proofErr w:type="gramStart"/>
            <w:r w:rsidRPr="002920C8">
              <w:t>t</w:t>
            </w:r>
            <w:r w:rsidR="00112D9D">
              <w:t>one</w:t>
            </w:r>
            <w:proofErr w:type="gramEnd"/>
            <w:r w:rsidR="00112D9D">
              <w:t xml:space="preserve"> and pace</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405D8E82" w:rsidR="00041E59" w:rsidRPr="005404CB" w:rsidRDefault="00B900C3" w:rsidP="00F047D5">
            <w:pPr>
              <w:pStyle w:val="SIText"/>
            </w:pPr>
            <w:r w:rsidRPr="00B900C3">
              <w:t>AHCPER</w:t>
            </w:r>
            <w:r w:rsidRPr="00F047D5">
              <w:t>3</w:t>
            </w:r>
            <w:r w:rsidRPr="00F047D5">
              <w:rPr>
                <w:rStyle w:val="SITemporaryText-blue"/>
                <w:color w:val="auto"/>
                <w:sz w:val="20"/>
              </w:rPr>
              <w:t>X</w:t>
            </w:r>
            <w:r w:rsidR="002B786B" w:rsidRPr="00F047D5">
              <w:rPr>
                <w:rStyle w:val="SITemporaryText-blue"/>
                <w:color w:val="auto"/>
                <w:sz w:val="20"/>
              </w:rPr>
              <w:t>4</w:t>
            </w:r>
            <w:r>
              <w:rPr>
                <w:rStyle w:val="SITemporaryText-blue"/>
              </w:rPr>
              <w:t xml:space="preserve"> </w:t>
            </w:r>
            <w:r w:rsidRPr="00B900C3">
              <w:t>Install and maintain permaculture water</w:t>
            </w:r>
            <w:r>
              <w:t xml:space="preserve"> management </w:t>
            </w:r>
            <w:r w:rsidRPr="00B900C3">
              <w:t>systems</w:t>
            </w:r>
          </w:p>
        </w:tc>
        <w:tc>
          <w:tcPr>
            <w:tcW w:w="1105" w:type="pct"/>
          </w:tcPr>
          <w:p w14:paraId="64EA7AE3" w14:textId="32C0DD17" w:rsidR="00041E59" w:rsidRPr="005404CB" w:rsidRDefault="00B900C3" w:rsidP="005404CB">
            <w:pPr>
              <w:pStyle w:val="SIText"/>
            </w:pPr>
            <w:r w:rsidRPr="00B900C3">
              <w:t>AHCPER309 Install and maintain permaculture water systems</w:t>
            </w:r>
          </w:p>
        </w:tc>
        <w:tc>
          <w:tcPr>
            <w:tcW w:w="1251" w:type="pct"/>
          </w:tcPr>
          <w:p w14:paraId="369CF792" w14:textId="77777777" w:rsidR="00041E59" w:rsidRDefault="00B900C3" w:rsidP="005404CB">
            <w:pPr>
              <w:pStyle w:val="SIText"/>
            </w:pPr>
            <w:r>
              <w:t>Title change to clarify intent.</w:t>
            </w:r>
          </w:p>
          <w:p w14:paraId="230BE337" w14:textId="77777777" w:rsidR="00B900C3" w:rsidRDefault="00B900C3" w:rsidP="005404CB">
            <w:pPr>
              <w:pStyle w:val="SIText"/>
            </w:pPr>
            <w:r>
              <w:t>Changes to Application for clarity</w:t>
            </w:r>
          </w:p>
          <w:p w14:paraId="3E031D32" w14:textId="4D313E8F" w:rsidR="00B900C3" w:rsidRPr="005404CB" w:rsidRDefault="00B900C3">
            <w:pPr>
              <w:pStyle w:val="SIText"/>
            </w:pPr>
            <w:r>
              <w:t xml:space="preserve">Restructured Elements and Performance </w:t>
            </w:r>
            <w:r>
              <w:lastRenderedPageBreak/>
              <w:t xml:space="preserve">Criteria </w:t>
            </w:r>
            <w:r w:rsidR="008321B4">
              <w:t>and r</w:t>
            </w:r>
            <w:r>
              <w:t xml:space="preserve">emoved </w:t>
            </w:r>
            <w:r w:rsidR="008321B4">
              <w:t>irrigation system installation to better reflect water management intent</w:t>
            </w:r>
          </w:p>
        </w:tc>
        <w:tc>
          <w:tcPr>
            <w:tcW w:w="1616" w:type="pct"/>
          </w:tcPr>
          <w:p w14:paraId="426455CD" w14:textId="48029440" w:rsidR="00916CD7" w:rsidRPr="005404CB" w:rsidRDefault="008321B4" w:rsidP="005404CB">
            <w:pPr>
              <w:pStyle w:val="SIText"/>
            </w:pPr>
            <w:r>
              <w:lastRenderedPageBreak/>
              <w:t>Not equivalent</w:t>
            </w:r>
          </w:p>
        </w:tc>
      </w:tr>
    </w:tbl>
    <w:p w14:paraId="127C3A94" w14:textId="1A186DDB"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465C97">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736A58EE" w14:textId="77777777" w:rsidR="002920C8" w:rsidRDefault="002920C8">
      <w:pPr>
        <w:spacing w:after="200" w:line="276" w:lineRule="auto"/>
        <w:rPr>
          <w:lang w:eastAsia="en-US"/>
        </w:rPr>
      </w:pPr>
      <w:r>
        <w:br w:type="page"/>
      </w:r>
    </w:p>
    <w:p w14:paraId="07572CD3" w14:textId="3528AD0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465C97">
        <w:trPr>
          <w:tblHeader/>
        </w:trPr>
        <w:tc>
          <w:tcPr>
            <w:tcW w:w="1478" w:type="pct"/>
            <w:shd w:val="clear" w:color="auto" w:fill="auto"/>
          </w:tcPr>
          <w:p w14:paraId="365F4B48" w14:textId="77777777" w:rsidR="00556C4C" w:rsidRPr="005404CB" w:rsidRDefault="00556C4C" w:rsidP="005404CB">
            <w:pPr>
              <w:pStyle w:val="SIUnittitle"/>
            </w:pPr>
            <w:r w:rsidRPr="002C55E9">
              <w:t>T</w:t>
            </w:r>
            <w:r w:rsidRPr="005404CB">
              <w:t>ITLE</w:t>
            </w:r>
          </w:p>
        </w:tc>
        <w:tc>
          <w:tcPr>
            <w:tcW w:w="3522" w:type="pct"/>
            <w:shd w:val="clear" w:color="auto" w:fill="auto"/>
          </w:tcPr>
          <w:p w14:paraId="00D7DE94" w14:textId="7482C3CD" w:rsidR="00556C4C" w:rsidRPr="005404CB" w:rsidRDefault="00556C4C">
            <w:pPr>
              <w:pStyle w:val="SIUnittitle"/>
            </w:pPr>
            <w:r w:rsidRPr="00F56827">
              <w:t xml:space="preserve">Assessment requirements for </w:t>
            </w:r>
            <w:r w:rsidR="007A49CA" w:rsidRPr="007A49CA">
              <w:t>AHCPER3</w:t>
            </w:r>
            <w:r w:rsidR="002B786B">
              <w:t>X4</w:t>
            </w:r>
            <w:r w:rsidR="007A49CA" w:rsidRPr="007A49CA">
              <w:t xml:space="preserve"> Install and maintain permaculture water systems</w:t>
            </w:r>
          </w:p>
        </w:tc>
      </w:tr>
      <w:tr w:rsidR="00556C4C" w:rsidRPr="00A55106" w14:paraId="4D527228" w14:textId="77777777" w:rsidTr="00465C97">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465C97">
        <w:tc>
          <w:tcPr>
            <w:tcW w:w="5000" w:type="pct"/>
            <w:gridSpan w:val="2"/>
            <w:shd w:val="clear" w:color="auto" w:fill="auto"/>
          </w:tcPr>
          <w:p w14:paraId="5E743106" w14:textId="39CB33E6" w:rsidR="00860613" w:rsidRDefault="00860613" w:rsidP="00860613">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2A89AC1E" w14:textId="77777777" w:rsidR="00860613" w:rsidRDefault="00860613" w:rsidP="00860613">
            <w:pPr>
              <w:pStyle w:val="SIText"/>
            </w:pPr>
            <w:r>
              <w:t>There must be evidence that the individual has:</w:t>
            </w:r>
          </w:p>
          <w:p w14:paraId="15B65292" w14:textId="77777777" w:rsidR="00B52B2E" w:rsidRPr="00B52B2E" w:rsidRDefault="00B52B2E" w:rsidP="00B52B2E">
            <w:pPr>
              <w:pStyle w:val="SIBulletList1"/>
            </w:pPr>
            <w:r w:rsidRPr="00B52B2E">
              <w:t>organise resources for installation work</w:t>
            </w:r>
          </w:p>
          <w:p w14:paraId="0E8A784B" w14:textId="77777777" w:rsidR="00B52B2E" w:rsidRPr="00B52B2E" w:rsidRDefault="00B52B2E" w:rsidP="00B52B2E">
            <w:pPr>
              <w:pStyle w:val="SIBulletList1"/>
            </w:pPr>
            <w:r w:rsidRPr="00B52B2E">
              <w:t>set out and prepare site</w:t>
            </w:r>
          </w:p>
          <w:p w14:paraId="71359322" w14:textId="77777777" w:rsidR="00B52B2E" w:rsidRDefault="00B52B2E" w:rsidP="00B52B2E">
            <w:pPr>
              <w:pStyle w:val="SIBulletList1"/>
            </w:pPr>
            <w:r w:rsidRPr="00B52B2E">
              <w:t>install permaculture water systems materials and components, excluding works requiring a licensed plumber.</w:t>
            </w:r>
          </w:p>
          <w:p w14:paraId="408FB20D" w14:textId="282C80F9" w:rsidR="0028680A" w:rsidRDefault="002A345B" w:rsidP="00B900C3">
            <w:pPr>
              <w:pStyle w:val="SIBulletList1"/>
            </w:pPr>
            <w:r>
              <w:t>install</w:t>
            </w:r>
            <w:r w:rsidR="00382EFB">
              <w:t>ed</w:t>
            </w:r>
            <w:r>
              <w:t xml:space="preserve"> and </w:t>
            </w:r>
            <w:r w:rsidR="00242D65">
              <w:t>prepared access to</w:t>
            </w:r>
            <w:r>
              <w:t xml:space="preserve"> a </w:t>
            </w:r>
            <w:r w:rsidR="0028680A">
              <w:t xml:space="preserve">water capture system </w:t>
            </w:r>
            <w:r>
              <w:t xml:space="preserve">which </w:t>
            </w:r>
            <w:r w:rsidR="0028680A">
              <w:t>must include any one of the following:</w:t>
            </w:r>
          </w:p>
          <w:p w14:paraId="123D56FC" w14:textId="77777777" w:rsidR="0028680A" w:rsidRPr="0028680A" w:rsidRDefault="0028680A" w:rsidP="0028680A">
            <w:pPr>
              <w:pStyle w:val="SIBulletList2"/>
            </w:pPr>
            <w:r w:rsidRPr="00B52B2E">
              <w:t>swales</w:t>
            </w:r>
          </w:p>
          <w:p w14:paraId="3EDE96E9" w14:textId="248155C5" w:rsidR="0028680A" w:rsidRPr="0028680A" w:rsidRDefault="0028680A" w:rsidP="00465C97">
            <w:pPr>
              <w:pStyle w:val="SIBulletList2"/>
            </w:pPr>
            <w:r w:rsidRPr="00B52B2E">
              <w:t>contour banks</w:t>
            </w:r>
            <w:r>
              <w:t xml:space="preserve"> or </w:t>
            </w:r>
            <w:r w:rsidRPr="00B52B2E">
              <w:t>terraces</w:t>
            </w:r>
          </w:p>
          <w:p w14:paraId="7C5050F1" w14:textId="77777777" w:rsidR="0028680A" w:rsidRPr="0028680A" w:rsidRDefault="0028680A" w:rsidP="0028680A">
            <w:pPr>
              <w:pStyle w:val="SIBulletList2"/>
            </w:pPr>
            <w:r w:rsidRPr="00B52B2E">
              <w:t>mulch-pit paths</w:t>
            </w:r>
          </w:p>
          <w:p w14:paraId="303E27C3" w14:textId="440A9375" w:rsidR="0028680A" w:rsidRPr="0028680A" w:rsidRDefault="0028680A" w:rsidP="0028680A">
            <w:pPr>
              <w:pStyle w:val="SIBulletList2"/>
            </w:pPr>
            <w:r w:rsidRPr="00B52B2E">
              <w:t xml:space="preserve">diversion channels </w:t>
            </w:r>
            <w:r>
              <w:t>or other passive installation</w:t>
            </w:r>
          </w:p>
          <w:p w14:paraId="106EBF08" w14:textId="7C116491" w:rsidR="0028680A" w:rsidRDefault="0028680A" w:rsidP="0028680A">
            <w:pPr>
              <w:pStyle w:val="SIBulletList2"/>
            </w:pPr>
            <w:r>
              <w:t>roof and gutter system</w:t>
            </w:r>
          </w:p>
          <w:p w14:paraId="0B84FA2A" w14:textId="55C1A63A" w:rsidR="00977EB4" w:rsidRDefault="002A345B" w:rsidP="00B900C3">
            <w:pPr>
              <w:pStyle w:val="SIBulletList1"/>
            </w:pPr>
            <w:r>
              <w:t>install</w:t>
            </w:r>
            <w:r w:rsidR="00382EFB">
              <w:t>ed and prepared</w:t>
            </w:r>
            <w:r>
              <w:t xml:space="preserve"> </w:t>
            </w:r>
            <w:r w:rsidR="00382EFB">
              <w:t xml:space="preserve">access to </w:t>
            </w:r>
            <w:r>
              <w:t xml:space="preserve">a </w:t>
            </w:r>
            <w:r w:rsidR="0028680A">
              <w:t xml:space="preserve">water storage </w:t>
            </w:r>
            <w:r>
              <w:t xml:space="preserve">system which </w:t>
            </w:r>
            <w:r w:rsidR="0028680A">
              <w:t xml:space="preserve">must include </w:t>
            </w:r>
            <w:r>
              <w:t xml:space="preserve">any </w:t>
            </w:r>
            <w:r w:rsidR="0028680A">
              <w:t>one of the following:</w:t>
            </w:r>
          </w:p>
          <w:p w14:paraId="7FD1D892" w14:textId="2CDFD956" w:rsidR="00977EB4" w:rsidRDefault="0028680A" w:rsidP="00F047D5">
            <w:pPr>
              <w:pStyle w:val="SIBulletList2"/>
            </w:pPr>
            <w:r>
              <w:t>d</w:t>
            </w:r>
            <w:r w:rsidR="00977EB4">
              <w:t>am</w:t>
            </w:r>
          </w:p>
          <w:p w14:paraId="50D76EFF" w14:textId="07C5F664" w:rsidR="0028680A" w:rsidRDefault="0028680A" w:rsidP="00F047D5">
            <w:pPr>
              <w:pStyle w:val="SIBulletList2"/>
            </w:pPr>
            <w:r>
              <w:t>well</w:t>
            </w:r>
            <w:r w:rsidR="00382EFB">
              <w:t xml:space="preserve"> or ground water</w:t>
            </w:r>
          </w:p>
          <w:p w14:paraId="56BB58CD" w14:textId="1BFE59C1" w:rsidR="0028680A" w:rsidRDefault="00382EFB" w:rsidP="00F047D5">
            <w:pPr>
              <w:pStyle w:val="SIBulletList2"/>
            </w:pPr>
            <w:r>
              <w:t xml:space="preserve">water </w:t>
            </w:r>
            <w:r w:rsidR="0028680A">
              <w:t>tank or bladder</w:t>
            </w:r>
          </w:p>
          <w:p w14:paraId="13377EB9" w14:textId="4587711D" w:rsidR="00977EB4" w:rsidRDefault="00382EFB">
            <w:pPr>
              <w:pStyle w:val="SIBulletList1"/>
            </w:pPr>
            <w:r>
              <w:t>installed a</w:t>
            </w:r>
            <w:r w:rsidR="00242D65">
              <w:t>nd prepared access to a</w:t>
            </w:r>
            <w:r>
              <w:t xml:space="preserve"> </w:t>
            </w:r>
            <w:r w:rsidR="0028680A">
              <w:t xml:space="preserve">water </w:t>
            </w:r>
            <w:r w:rsidR="0028680A" w:rsidRPr="00B900C3">
              <w:t>d</w:t>
            </w:r>
            <w:r w:rsidR="0028680A">
              <w:t>istribution</w:t>
            </w:r>
            <w:r>
              <w:t xml:space="preserve"> system, integrated</w:t>
            </w:r>
            <w:r w:rsidRPr="00382EFB">
              <w:t xml:space="preserve"> with the storage system </w:t>
            </w:r>
            <w:r>
              <w:t xml:space="preserve">which </w:t>
            </w:r>
            <w:r w:rsidR="0028680A">
              <w:t>must include any one of the following:</w:t>
            </w:r>
          </w:p>
          <w:p w14:paraId="01256A0D" w14:textId="19393778" w:rsidR="0028680A" w:rsidRDefault="0028680A" w:rsidP="0028680A">
            <w:pPr>
              <w:pStyle w:val="SIBulletList2"/>
            </w:pPr>
            <w:r>
              <w:t>pump</w:t>
            </w:r>
          </w:p>
          <w:p w14:paraId="13622EF2" w14:textId="025EFE61" w:rsidR="0028680A" w:rsidRDefault="0028680A" w:rsidP="0028680A">
            <w:pPr>
              <w:pStyle w:val="SIBulletList2"/>
            </w:pPr>
            <w:r>
              <w:t>gravity or syphon system</w:t>
            </w:r>
          </w:p>
          <w:p w14:paraId="47620994" w14:textId="77777777" w:rsidR="0028680A" w:rsidRDefault="0028680A" w:rsidP="0028680A">
            <w:pPr>
              <w:pStyle w:val="SIBulletList2"/>
            </w:pPr>
            <w:r>
              <w:t>channels</w:t>
            </w:r>
            <w:r w:rsidRPr="00B52B2E">
              <w:t xml:space="preserve"> </w:t>
            </w:r>
          </w:p>
          <w:p w14:paraId="17164B09" w14:textId="77777777" w:rsidR="0028680A" w:rsidRDefault="0028680A" w:rsidP="0028680A">
            <w:pPr>
              <w:pStyle w:val="SIBulletList2"/>
            </w:pPr>
            <w:r w:rsidRPr="00B52B2E">
              <w:t>bore</w:t>
            </w:r>
            <w:r w:rsidRPr="00EA1A7C">
              <w:t>s</w:t>
            </w:r>
            <w:r w:rsidRPr="00B52B2E">
              <w:t xml:space="preserve"> </w:t>
            </w:r>
          </w:p>
          <w:p w14:paraId="4D494AB2" w14:textId="0A563523" w:rsidR="0028680A" w:rsidRPr="0028680A" w:rsidRDefault="0028680A" w:rsidP="0028680A">
            <w:pPr>
              <w:pStyle w:val="SIBulletList2"/>
            </w:pPr>
            <w:r w:rsidRPr="00B52B2E">
              <w:t>wind</w:t>
            </w:r>
            <w:r w:rsidR="00382EFB">
              <w:t xml:space="preserve"> pump</w:t>
            </w:r>
          </w:p>
          <w:p w14:paraId="35F2083E" w14:textId="21331522" w:rsidR="00FC4EF1" w:rsidRDefault="00FC4EF1" w:rsidP="00F047D5">
            <w:pPr>
              <w:pStyle w:val="SIBulletList1"/>
            </w:pPr>
            <w:r>
              <w:t>install water treatment system according to permaculture water system design</w:t>
            </w:r>
          </w:p>
          <w:p w14:paraId="273C1BCB" w14:textId="4BC37276" w:rsidR="00977EB4" w:rsidRPr="00977EB4" w:rsidRDefault="00382EFB" w:rsidP="00F047D5">
            <w:pPr>
              <w:pStyle w:val="SIBulletList1"/>
            </w:pPr>
            <w:r>
              <w:t>a</w:t>
            </w:r>
            <w:r w:rsidR="00977EB4" w:rsidRPr="00977EB4">
              <w:t xml:space="preserve">djust </w:t>
            </w:r>
            <w:r>
              <w:t xml:space="preserve">water distribution system to deliver water </w:t>
            </w:r>
            <w:r w:rsidR="00977EB4" w:rsidRPr="00977EB4">
              <w:t xml:space="preserve">according to </w:t>
            </w:r>
            <w:r>
              <w:t xml:space="preserve">system </w:t>
            </w:r>
            <w:r w:rsidR="00977EB4" w:rsidRPr="00977EB4">
              <w:t>specifications and permaculture plan</w:t>
            </w:r>
          </w:p>
          <w:p w14:paraId="2F5A80E7" w14:textId="77777777" w:rsidR="00B52B2E" w:rsidRPr="00B52B2E" w:rsidRDefault="00B52B2E" w:rsidP="00B52B2E">
            <w:pPr>
              <w:pStyle w:val="SIBulletList1"/>
            </w:pPr>
            <w:r w:rsidRPr="00B52B2E">
              <w:t>commission a permaculture water system</w:t>
            </w:r>
          </w:p>
          <w:p w14:paraId="6BFA69AA" w14:textId="326A794D" w:rsidR="00556C4C" w:rsidRPr="005404CB" w:rsidRDefault="00B52B2E" w:rsidP="00F047D5">
            <w:pPr>
              <w:pStyle w:val="SIBulletList1"/>
            </w:pPr>
            <w:r w:rsidRPr="00B52B2E">
              <w:t>monitor and maintain permaculture water systems</w:t>
            </w:r>
            <w:r w:rsidR="00382EFB">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465C97">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465C97">
        <w:tc>
          <w:tcPr>
            <w:tcW w:w="5000" w:type="pct"/>
            <w:shd w:val="clear" w:color="auto" w:fill="auto"/>
          </w:tcPr>
          <w:p w14:paraId="42C6828F" w14:textId="60430880" w:rsidR="00B52B2E" w:rsidRPr="00B52B2E" w:rsidRDefault="00B52B2E" w:rsidP="00B52B2E">
            <w:r w:rsidRPr="00B52B2E">
              <w:t>The candidate must demonstrate knowledge of:</w:t>
            </w:r>
          </w:p>
          <w:p w14:paraId="548B9113" w14:textId="77777777" w:rsidR="00B52B2E" w:rsidRPr="00B52B2E" w:rsidRDefault="00B52B2E" w:rsidP="00B52B2E">
            <w:pPr>
              <w:pStyle w:val="SIBulletList1"/>
            </w:pPr>
            <w:r w:rsidRPr="00B52B2E">
              <w:t xml:space="preserve">permaculture practices regarding water including natural flows, rainwater and wastewater, storage, </w:t>
            </w:r>
            <w:proofErr w:type="gramStart"/>
            <w:r w:rsidRPr="00B52B2E">
              <w:t>movement</w:t>
            </w:r>
            <w:proofErr w:type="gramEnd"/>
            <w:r w:rsidRPr="00B52B2E">
              <w:t xml:space="preserve"> and retention of water in the system</w:t>
            </w:r>
          </w:p>
          <w:p w14:paraId="094959AD" w14:textId="054F874A" w:rsidR="00B52B2E" w:rsidRPr="00B52B2E" w:rsidRDefault="00B52B2E" w:rsidP="00B52B2E">
            <w:pPr>
              <w:pStyle w:val="SIBulletList1"/>
            </w:pPr>
            <w:r w:rsidRPr="00B52B2E">
              <w:t xml:space="preserve">permaculture water </w:t>
            </w:r>
            <w:r w:rsidR="0064695B">
              <w:t xml:space="preserve">capture </w:t>
            </w:r>
            <w:r w:rsidRPr="00B52B2E">
              <w:t>system</w:t>
            </w:r>
            <w:r w:rsidR="0064695B">
              <w:t>s</w:t>
            </w:r>
            <w:r w:rsidR="00900B09">
              <w:t xml:space="preserve"> and their access or installation</w:t>
            </w:r>
            <w:r w:rsidRPr="00B52B2E">
              <w:t xml:space="preserve">, </w:t>
            </w:r>
            <w:r w:rsidR="0064695B">
              <w:t>including</w:t>
            </w:r>
            <w:r w:rsidRPr="00B52B2E">
              <w:t>:</w:t>
            </w:r>
          </w:p>
          <w:p w14:paraId="123EE7AE" w14:textId="26A71D27" w:rsidR="0064695B" w:rsidRDefault="0064695B" w:rsidP="00B52B2E">
            <w:pPr>
              <w:pStyle w:val="SIBulletList2"/>
            </w:pPr>
            <w:r>
              <w:t xml:space="preserve">natural water </w:t>
            </w:r>
            <w:r w:rsidR="00E35A09">
              <w:t>supply</w:t>
            </w:r>
            <w:r>
              <w:t xml:space="preserve"> including riv</w:t>
            </w:r>
            <w:r w:rsidR="00EA1A7C">
              <w:t xml:space="preserve">ers, streams, ground water and </w:t>
            </w:r>
            <w:r>
              <w:t>springs</w:t>
            </w:r>
          </w:p>
          <w:p w14:paraId="5E01F82B" w14:textId="77777777" w:rsidR="00B52B2E" w:rsidRPr="00B52B2E" w:rsidRDefault="00B52B2E" w:rsidP="00B52B2E">
            <w:pPr>
              <w:pStyle w:val="SIBulletList2"/>
            </w:pPr>
            <w:r w:rsidRPr="00B52B2E">
              <w:t>swales</w:t>
            </w:r>
          </w:p>
          <w:p w14:paraId="0C9A7DEA" w14:textId="77777777" w:rsidR="00B52B2E" w:rsidRPr="00B52B2E" w:rsidRDefault="00B52B2E" w:rsidP="00B52B2E">
            <w:pPr>
              <w:pStyle w:val="SIBulletList2"/>
            </w:pPr>
            <w:r w:rsidRPr="00B52B2E">
              <w:t>contour banks</w:t>
            </w:r>
          </w:p>
          <w:p w14:paraId="1DDD29E4" w14:textId="77777777" w:rsidR="00B52B2E" w:rsidRPr="00B52B2E" w:rsidRDefault="00B52B2E" w:rsidP="00B52B2E">
            <w:pPr>
              <w:pStyle w:val="SIBulletList2"/>
            </w:pPr>
            <w:r w:rsidRPr="00B52B2E">
              <w:t>terraces</w:t>
            </w:r>
          </w:p>
          <w:p w14:paraId="489CC5ED" w14:textId="77777777" w:rsidR="00B52B2E" w:rsidRPr="00B52B2E" w:rsidRDefault="00B52B2E" w:rsidP="00B52B2E">
            <w:pPr>
              <w:pStyle w:val="SIBulletList2"/>
            </w:pPr>
            <w:r w:rsidRPr="00B52B2E">
              <w:t>mulch-pit paths</w:t>
            </w:r>
          </w:p>
          <w:p w14:paraId="4161F47B" w14:textId="77777777" w:rsidR="00B52B2E" w:rsidRPr="00B52B2E" w:rsidRDefault="00B52B2E" w:rsidP="00B52B2E">
            <w:pPr>
              <w:pStyle w:val="SIBulletList2"/>
            </w:pPr>
            <w:r w:rsidRPr="00B52B2E">
              <w:t>diversion channels and other passive installations</w:t>
            </w:r>
          </w:p>
          <w:p w14:paraId="4E8AF338" w14:textId="77777777" w:rsidR="00B52B2E" w:rsidRPr="00B52B2E" w:rsidRDefault="00B52B2E" w:rsidP="00B52B2E">
            <w:pPr>
              <w:pStyle w:val="SIBulletList2"/>
            </w:pPr>
            <w:r w:rsidRPr="00B52B2E">
              <w:t>low pressure or gravity systems</w:t>
            </w:r>
          </w:p>
          <w:p w14:paraId="0A3CD368" w14:textId="77777777" w:rsidR="00B52B2E" w:rsidRDefault="00B52B2E" w:rsidP="00B52B2E">
            <w:pPr>
              <w:pStyle w:val="SIBulletList2"/>
            </w:pPr>
            <w:r w:rsidRPr="00B52B2E">
              <w:t>guttering and first-flush diversion system</w:t>
            </w:r>
          </w:p>
          <w:p w14:paraId="71F5553A" w14:textId="6BD38EAC" w:rsidR="004652BF" w:rsidRPr="00B52B2E" w:rsidRDefault="004652BF" w:rsidP="00B52B2E">
            <w:pPr>
              <w:pStyle w:val="SIBulletList2"/>
            </w:pPr>
            <w:r>
              <w:t>wicking beds</w:t>
            </w:r>
          </w:p>
          <w:p w14:paraId="5A86F666" w14:textId="4A6B6BA1" w:rsidR="00B52B2E" w:rsidRPr="00B52B2E" w:rsidRDefault="0064695B" w:rsidP="00B52B2E">
            <w:pPr>
              <w:pStyle w:val="SIBulletList1"/>
            </w:pPr>
            <w:r>
              <w:t xml:space="preserve">permaculture </w:t>
            </w:r>
            <w:r w:rsidR="00B52B2E" w:rsidRPr="00B52B2E">
              <w:t xml:space="preserve">water </w:t>
            </w:r>
            <w:r>
              <w:t>storage</w:t>
            </w:r>
            <w:r w:rsidR="00B52B2E" w:rsidRPr="00B52B2E">
              <w:t xml:space="preserve"> </w:t>
            </w:r>
            <w:r>
              <w:t>systems</w:t>
            </w:r>
            <w:r w:rsidR="00B52B2E" w:rsidRPr="00B52B2E">
              <w:t xml:space="preserve">, </w:t>
            </w:r>
            <w:r>
              <w:t>including</w:t>
            </w:r>
            <w:r w:rsidR="00B52B2E" w:rsidRPr="00B52B2E">
              <w:t>:</w:t>
            </w:r>
          </w:p>
          <w:p w14:paraId="06A79B0C" w14:textId="39114EF2" w:rsidR="00B52B2E" w:rsidRPr="00B52B2E" w:rsidRDefault="00EA1A7C" w:rsidP="00B52B2E">
            <w:pPr>
              <w:pStyle w:val="SIBulletList2"/>
            </w:pPr>
            <w:r>
              <w:t xml:space="preserve">town </w:t>
            </w:r>
            <w:r w:rsidR="00B52B2E" w:rsidRPr="00B52B2E">
              <w:t>mains</w:t>
            </w:r>
            <w:r>
              <w:t xml:space="preserve"> water supply</w:t>
            </w:r>
          </w:p>
          <w:p w14:paraId="25BF9285" w14:textId="674A40DC" w:rsidR="00EA1A7C" w:rsidRDefault="00EA1A7C" w:rsidP="00465C97">
            <w:pPr>
              <w:pStyle w:val="SIBulletList2"/>
            </w:pPr>
            <w:r>
              <w:t>water table and wells</w:t>
            </w:r>
          </w:p>
          <w:p w14:paraId="66F3D5BA" w14:textId="55B4A75A" w:rsidR="00B52B2E" w:rsidRPr="00B52B2E" w:rsidRDefault="00B52B2E" w:rsidP="00465C97">
            <w:pPr>
              <w:pStyle w:val="SIBulletList2"/>
            </w:pPr>
            <w:r w:rsidRPr="00B52B2E">
              <w:t>dam</w:t>
            </w:r>
            <w:r w:rsidR="00EA1A7C">
              <w:t>s</w:t>
            </w:r>
          </w:p>
          <w:p w14:paraId="7D25AB5A" w14:textId="43E55FF5" w:rsidR="00B52B2E" w:rsidRDefault="00B52B2E" w:rsidP="00465C97">
            <w:pPr>
              <w:pStyle w:val="SIBulletList2"/>
            </w:pPr>
            <w:r w:rsidRPr="00B52B2E">
              <w:t>tank</w:t>
            </w:r>
            <w:r w:rsidR="00EA1A7C">
              <w:t>s</w:t>
            </w:r>
            <w:r w:rsidR="00137ED6">
              <w:t xml:space="preserve">, bladders and </w:t>
            </w:r>
          </w:p>
          <w:p w14:paraId="30751628" w14:textId="77777777" w:rsidR="0064695B" w:rsidRDefault="0064695B" w:rsidP="00B52B2E">
            <w:pPr>
              <w:pStyle w:val="SIBulletList1"/>
            </w:pPr>
            <w:r>
              <w:t>permaculture water distribution systems</w:t>
            </w:r>
          </w:p>
          <w:p w14:paraId="16DFB6FA" w14:textId="77777777" w:rsidR="0064695B" w:rsidRDefault="0064695B" w:rsidP="00F047D5">
            <w:pPr>
              <w:pStyle w:val="SIBulletList2"/>
            </w:pPr>
            <w:r>
              <w:t>pumps and pumping</w:t>
            </w:r>
          </w:p>
          <w:p w14:paraId="5B79B046" w14:textId="77777777" w:rsidR="0064695B" w:rsidRDefault="0064695B" w:rsidP="00F047D5">
            <w:pPr>
              <w:pStyle w:val="SIBulletList2"/>
            </w:pPr>
            <w:r>
              <w:t>gravity and syphon systems</w:t>
            </w:r>
          </w:p>
          <w:p w14:paraId="66720BA5" w14:textId="482EB4BF" w:rsidR="0064695B" w:rsidRDefault="0064695B" w:rsidP="00F047D5">
            <w:pPr>
              <w:pStyle w:val="SIBulletList2"/>
            </w:pPr>
            <w:r>
              <w:lastRenderedPageBreak/>
              <w:t xml:space="preserve">above and below ground pipes </w:t>
            </w:r>
          </w:p>
          <w:p w14:paraId="2D8906E7" w14:textId="77777777" w:rsidR="00EA1A7C" w:rsidRDefault="0064695B" w:rsidP="00EA1A7C">
            <w:pPr>
              <w:pStyle w:val="SIBulletList2"/>
            </w:pPr>
            <w:r>
              <w:t>channels</w:t>
            </w:r>
            <w:r w:rsidR="00EA1A7C" w:rsidRPr="00B52B2E">
              <w:t xml:space="preserve"> </w:t>
            </w:r>
          </w:p>
          <w:p w14:paraId="74F86053" w14:textId="77777777" w:rsidR="00EA1A7C" w:rsidRDefault="00EA1A7C" w:rsidP="00EA1A7C">
            <w:pPr>
              <w:pStyle w:val="SIBulletList2"/>
            </w:pPr>
            <w:r w:rsidRPr="00B52B2E">
              <w:t>bore</w:t>
            </w:r>
            <w:r w:rsidRPr="00EA1A7C">
              <w:t>s</w:t>
            </w:r>
            <w:r w:rsidRPr="00B52B2E">
              <w:t xml:space="preserve"> </w:t>
            </w:r>
          </w:p>
          <w:p w14:paraId="3588D1E5" w14:textId="77945453" w:rsidR="00EA1A7C" w:rsidRPr="00EA1A7C" w:rsidRDefault="00EA1A7C" w:rsidP="00EA1A7C">
            <w:pPr>
              <w:pStyle w:val="SIBulletList2"/>
            </w:pPr>
            <w:r w:rsidRPr="00B52B2E">
              <w:t>windmill</w:t>
            </w:r>
          </w:p>
          <w:p w14:paraId="55ABA0E1" w14:textId="42D8CD0B" w:rsidR="0064695B" w:rsidRDefault="0064695B" w:rsidP="00F047D5">
            <w:pPr>
              <w:pStyle w:val="SIBulletList2"/>
            </w:pPr>
            <w:r>
              <w:t>mains pressure</w:t>
            </w:r>
          </w:p>
          <w:p w14:paraId="292BA484" w14:textId="5C3F745E" w:rsidR="00B52B2E" w:rsidRPr="00B52B2E" w:rsidRDefault="00B52B2E" w:rsidP="00B52B2E">
            <w:pPr>
              <w:pStyle w:val="SIBulletList1"/>
            </w:pPr>
            <w:r w:rsidRPr="00B52B2E">
              <w:t>contours</w:t>
            </w:r>
            <w:r w:rsidR="00EA1A7C">
              <w:t xml:space="preserve"> and influence on water flow, </w:t>
            </w:r>
            <w:proofErr w:type="gramStart"/>
            <w:r w:rsidR="00EA1A7C">
              <w:t>percolation</w:t>
            </w:r>
            <w:proofErr w:type="gramEnd"/>
            <w:r w:rsidR="00EA1A7C">
              <w:t xml:space="preserve"> and erosion</w:t>
            </w:r>
          </w:p>
          <w:p w14:paraId="0A532982" w14:textId="0453CA1D" w:rsidR="00B52B2E" w:rsidRDefault="00B52B2E" w:rsidP="00B52B2E">
            <w:pPr>
              <w:pStyle w:val="SIBulletList1"/>
            </w:pPr>
            <w:r w:rsidRPr="00B52B2E">
              <w:t xml:space="preserve">installation methods and techniques for permaculture water </w:t>
            </w:r>
            <w:r w:rsidR="00EA1A7C">
              <w:t xml:space="preserve">storage </w:t>
            </w:r>
            <w:r w:rsidRPr="00B52B2E">
              <w:t>systems</w:t>
            </w:r>
            <w:r w:rsidR="00EA1A7C">
              <w:t>, including</w:t>
            </w:r>
            <w:r w:rsidR="00900B09">
              <w:t>:</w:t>
            </w:r>
          </w:p>
          <w:p w14:paraId="1D7D7E1F" w14:textId="590F0097" w:rsidR="00900B09" w:rsidRPr="00B52B2E" w:rsidRDefault="00856126" w:rsidP="00F047D5">
            <w:pPr>
              <w:pStyle w:val="SIBulletList2"/>
            </w:pPr>
            <w:r>
              <w:t>water flow and friction losses in pipes and channels</w:t>
            </w:r>
          </w:p>
          <w:p w14:paraId="336C13A1" w14:textId="77777777" w:rsidR="00B52B2E" w:rsidRPr="00B52B2E" w:rsidRDefault="00B52B2E" w:rsidP="00B52B2E">
            <w:pPr>
              <w:pStyle w:val="SIBulletList1"/>
            </w:pPr>
            <w:r w:rsidRPr="00B52B2E">
              <w:t>components of permaculture water systems</w:t>
            </w:r>
          </w:p>
          <w:p w14:paraId="49417F50" w14:textId="77777777" w:rsidR="00B52B2E" w:rsidRPr="00B52B2E" w:rsidRDefault="00B52B2E" w:rsidP="00B52B2E">
            <w:pPr>
              <w:pStyle w:val="SIBulletList1"/>
            </w:pPr>
            <w:r w:rsidRPr="00B52B2E">
              <w:t>operation of pumps and water flow rates</w:t>
            </w:r>
          </w:p>
          <w:p w14:paraId="70BDEDE9" w14:textId="77777777" w:rsidR="00B52B2E" w:rsidRPr="00B52B2E" w:rsidRDefault="00B52B2E" w:rsidP="00B52B2E">
            <w:pPr>
              <w:pStyle w:val="SIBulletList1"/>
            </w:pPr>
            <w:r w:rsidRPr="00B52B2E">
              <w:t>behaviour of water on varying terrain and soil types</w:t>
            </w:r>
          </w:p>
          <w:p w14:paraId="415CF948" w14:textId="77777777" w:rsidR="00B52B2E" w:rsidRPr="00B52B2E" w:rsidRDefault="00B52B2E" w:rsidP="00B52B2E">
            <w:pPr>
              <w:pStyle w:val="SIBulletList1"/>
            </w:pPr>
            <w:r w:rsidRPr="00B52B2E">
              <w:t>soil water retention testing techniques</w:t>
            </w:r>
          </w:p>
          <w:p w14:paraId="26D41FE4" w14:textId="0F6BA329" w:rsidR="00B52B2E" w:rsidRDefault="00B52B2E" w:rsidP="00B52B2E">
            <w:pPr>
              <w:pStyle w:val="SIBulletList1"/>
            </w:pPr>
            <w:r w:rsidRPr="00B52B2E">
              <w:t>water quality and water filtration techniques</w:t>
            </w:r>
            <w:r w:rsidR="005119ED">
              <w:t>, including:</w:t>
            </w:r>
          </w:p>
          <w:p w14:paraId="49338A35" w14:textId="2D03179B" w:rsidR="005119ED" w:rsidRDefault="005119ED" w:rsidP="00F047D5">
            <w:pPr>
              <w:pStyle w:val="SIBulletList2"/>
            </w:pPr>
            <w:r>
              <w:t>course contaminants and debris</w:t>
            </w:r>
          </w:p>
          <w:p w14:paraId="5949EC1E" w14:textId="66E652CB" w:rsidR="005119ED" w:rsidRDefault="005119ED" w:rsidP="00F047D5">
            <w:pPr>
              <w:pStyle w:val="SIBulletList2"/>
            </w:pPr>
            <w:r>
              <w:t>biological contaminants</w:t>
            </w:r>
          </w:p>
          <w:p w14:paraId="36D1FB21" w14:textId="1615C9F3" w:rsidR="005119ED" w:rsidRDefault="005119ED" w:rsidP="00F047D5">
            <w:pPr>
              <w:pStyle w:val="SIBulletList2"/>
            </w:pPr>
            <w:r>
              <w:t>chemical contaminants</w:t>
            </w:r>
          </w:p>
          <w:p w14:paraId="6E4A90C2" w14:textId="1C1A44E6" w:rsidR="005119ED" w:rsidRPr="00B52B2E" w:rsidRDefault="005119ED" w:rsidP="00F047D5">
            <w:pPr>
              <w:pStyle w:val="SIBulletList2"/>
            </w:pPr>
            <w:r>
              <w:t>basic desalination techniques</w:t>
            </w:r>
          </w:p>
          <w:p w14:paraId="32D83469" w14:textId="77777777" w:rsidR="00B52B2E" w:rsidRPr="00B52B2E" w:rsidRDefault="00B52B2E" w:rsidP="00B52B2E">
            <w:pPr>
              <w:pStyle w:val="SIBulletList1"/>
            </w:pPr>
            <w:r w:rsidRPr="00B52B2E">
              <w:t>calculations for installing permaculture water systems</w:t>
            </w:r>
          </w:p>
          <w:p w14:paraId="2B5F7E08" w14:textId="77777777" w:rsidR="00B52B2E" w:rsidRPr="00B52B2E" w:rsidRDefault="00B52B2E" w:rsidP="00B52B2E">
            <w:pPr>
              <w:pStyle w:val="SIBulletList1"/>
            </w:pPr>
            <w:r w:rsidRPr="00B52B2E">
              <w:t>soil characteristics</w:t>
            </w:r>
          </w:p>
          <w:p w14:paraId="0972C33D" w14:textId="113148A7" w:rsidR="00B52B2E" w:rsidRPr="00B52B2E" w:rsidRDefault="00A47F5A" w:rsidP="00B52B2E">
            <w:pPr>
              <w:pStyle w:val="SIBulletList1"/>
            </w:pPr>
            <w:r>
              <w:t xml:space="preserve">water </w:t>
            </w:r>
            <w:r w:rsidR="00B52B2E" w:rsidRPr="00B52B2E">
              <w:t>legislative</w:t>
            </w:r>
            <w:r>
              <w:t xml:space="preserve"> and</w:t>
            </w:r>
            <w:r w:rsidR="00B52B2E" w:rsidRPr="00B52B2E">
              <w:t xml:space="preserve"> </w:t>
            </w:r>
            <w:r>
              <w:t xml:space="preserve">regulatory </w:t>
            </w:r>
            <w:r w:rsidR="00B52B2E" w:rsidRPr="00B52B2E">
              <w:t xml:space="preserve">requirements, </w:t>
            </w:r>
            <w:r w:rsidR="00EA1A7C">
              <w:t>including</w:t>
            </w:r>
            <w:r w:rsidR="00B52B2E" w:rsidRPr="00B52B2E">
              <w:t>:</w:t>
            </w:r>
          </w:p>
          <w:p w14:paraId="1D18A049" w14:textId="54C9DA06" w:rsidR="00EA1A7C" w:rsidRDefault="00EA1A7C" w:rsidP="00B52B2E">
            <w:pPr>
              <w:pStyle w:val="SIBulletList2"/>
            </w:pPr>
            <w:r>
              <w:t>accessing natural water systems</w:t>
            </w:r>
          </w:p>
          <w:p w14:paraId="53246878" w14:textId="2B61D56F" w:rsidR="00B52B2E" w:rsidRPr="00B52B2E" w:rsidRDefault="00B52B2E" w:rsidP="00B52B2E">
            <w:pPr>
              <w:pStyle w:val="SIBulletList2"/>
            </w:pPr>
            <w:r w:rsidRPr="00B52B2E">
              <w:t xml:space="preserve">connecting to </w:t>
            </w:r>
            <w:r w:rsidR="00A47F5A">
              <w:t xml:space="preserve">mains </w:t>
            </w:r>
            <w:r w:rsidRPr="00B52B2E">
              <w:t xml:space="preserve">water </w:t>
            </w:r>
          </w:p>
          <w:p w14:paraId="0EB86CEE" w14:textId="77777777" w:rsidR="00B52B2E" w:rsidRPr="00B52B2E" w:rsidRDefault="00B52B2E" w:rsidP="00B52B2E">
            <w:pPr>
              <w:pStyle w:val="SIBulletList2"/>
            </w:pPr>
            <w:r w:rsidRPr="00B52B2E">
              <w:t>installing dams or diverting water in catchments</w:t>
            </w:r>
          </w:p>
          <w:p w14:paraId="6044CAD4" w14:textId="7483ED97" w:rsidR="00A47F5A" w:rsidRPr="00B52B2E" w:rsidRDefault="00A47F5A" w:rsidP="00A47F5A">
            <w:pPr>
              <w:pStyle w:val="SIBulletList2"/>
            </w:pPr>
            <w:r>
              <w:t>water use and conservation</w:t>
            </w:r>
          </w:p>
          <w:p w14:paraId="735BA664" w14:textId="2A8FBCA4" w:rsidR="00B52B2E" w:rsidRDefault="00A47F5A" w:rsidP="00F047D5">
            <w:pPr>
              <w:pStyle w:val="SIBulletList1"/>
            </w:pPr>
            <w:r>
              <w:t xml:space="preserve">local government and </w:t>
            </w:r>
            <w:r w:rsidR="00B52B2E" w:rsidRPr="00B52B2E">
              <w:t>planning acts and codes</w:t>
            </w:r>
            <w:r>
              <w:t>, including:</w:t>
            </w:r>
          </w:p>
          <w:p w14:paraId="2C7D5055" w14:textId="77777777" w:rsidR="00A47F5A" w:rsidRDefault="00A47F5A">
            <w:pPr>
              <w:pStyle w:val="SIBulletList2"/>
            </w:pPr>
            <w:r>
              <w:t>building regulations</w:t>
            </w:r>
          </w:p>
          <w:p w14:paraId="403915AA" w14:textId="28B1059A" w:rsidR="00A47F5A" w:rsidRDefault="00A47F5A">
            <w:pPr>
              <w:pStyle w:val="SIBulletList2"/>
            </w:pPr>
            <w:r w:rsidRPr="00B52B2E">
              <w:t>installing tanks</w:t>
            </w:r>
          </w:p>
          <w:p w14:paraId="2A30BB57" w14:textId="66173E3D" w:rsidR="00A47F5A" w:rsidRPr="00B52B2E" w:rsidRDefault="00296BEA">
            <w:pPr>
              <w:pStyle w:val="SIBulletList2"/>
            </w:pPr>
            <w:r>
              <w:t>licencing for plumbing installations to town water</w:t>
            </w:r>
          </w:p>
          <w:p w14:paraId="32AA0FFB" w14:textId="487B6E30" w:rsidR="00B52B2E" w:rsidRDefault="00B52B2E" w:rsidP="00F047D5">
            <w:pPr>
              <w:pStyle w:val="SIBulletList1"/>
            </w:pPr>
            <w:r w:rsidRPr="00B52B2E">
              <w:t xml:space="preserve">environmental </w:t>
            </w:r>
            <w:r w:rsidR="00A47F5A">
              <w:t xml:space="preserve">and biosecurity </w:t>
            </w:r>
            <w:r w:rsidRPr="00B52B2E">
              <w:t>legislation</w:t>
            </w:r>
            <w:r w:rsidR="00A47F5A">
              <w:t xml:space="preserve"> and regulations, including:</w:t>
            </w:r>
          </w:p>
          <w:p w14:paraId="6D63C8BD" w14:textId="77777777" w:rsidR="00A47F5A" w:rsidRPr="00B52B2E" w:rsidRDefault="00A47F5A" w:rsidP="00A47F5A">
            <w:pPr>
              <w:pStyle w:val="SIBulletList2"/>
            </w:pPr>
            <w:r w:rsidRPr="00B52B2E">
              <w:t>permits for pruning or removal of large trees</w:t>
            </w:r>
          </w:p>
          <w:p w14:paraId="6D64A0D8" w14:textId="77777777" w:rsidR="00A47F5A" w:rsidRPr="00B52B2E" w:rsidRDefault="00A47F5A" w:rsidP="00A47F5A">
            <w:pPr>
              <w:pStyle w:val="SIBulletList2"/>
            </w:pPr>
            <w:r w:rsidRPr="00B52B2E">
              <w:t>earth movement and digging guidelines and legislation</w:t>
            </w:r>
          </w:p>
          <w:p w14:paraId="4133E527" w14:textId="77777777" w:rsidR="00B52B2E" w:rsidRPr="00B52B2E" w:rsidRDefault="00B52B2E" w:rsidP="00B52B2E">
            <w:pPr>
              <w:pStyle w:val="SIBulletList2"/>
            </w:pPr>
            <w:r w:rsidRPr="00B52B2E">
              <w:t>land restoration codes</w:t>
            </w:r>
          </w:p>
          <w:p w14:paraId="13F6D6B2" w14:textId="77777777" w:rsidR="00B52B2E" w:rsidRPr="00B52B2E" w:rsidRDefault="00B52B2E" w:rsidP="00B52B2E">
            <w:pPr>
              <w:pStyle w:val="SIBulletList2"/>
            </w:pPr>
            <w:r w:rsidRPr="00B52B2E">
              <w:t>soil movement regulations</w:t>
            </w:r>
          </w:p>
          <w:p w14:paraId="14E97933" w14:textId="6BF7103D" w:rsidR="00A47F5A" w:rsidRDefault="00B52B2E">
            <w:pPr>
              <w:pStyle w:val="SIBulletList2"/>
            </w:pPr>
            <w:r w:rsidRPr="00B52B2E">
              <w:t xml:space="preserve">habitat and wildlife protection </w:t>
            </w:r>
            <w:r w:rsidRPr="00A47F5A">
              <w:t>legislation</w:t>
            </w:r>
            <w:r w:rsidR="00860613">
              <w:t>.</w:t>
            </w:r>
          </w:p>
          <w:p w14:paraId="5BDB4941" w14:textId="46996FA5" w:rsidR="00A47F5A" w:rsidRDefault="00296BEA" w:rsidP="00F047D5">
            <w:pPr>
              <w:pStyle w:val="SIBulletList1"/>
            </w:pPr>
            <w:r>
              <w:t>w</w:t>
            </w:r>
            <w:r w:rsidR="00A47F5A">
              <w:t>orkplace health and safety, including:</w:t>
            </w:r>
          </w:p>
          <w:p w14:paraId="52D6424B" w14:textId="77777777" w:rsidR="00A47F5A" w:rsidRPr="00B52B2E" w:rsidRDefault="00A47F5A" w:rsidP="00A47F5A">
            <w:pPr>
              <w:pStyle w:val="SIBulletList2"/>
            </w:pPr>
            <w:r w:rsidRPr="00B52B2E">
              <w:t>licences for operating specialised machinery</w:t>
            </w:r>
          </w:p>
          <w:p w14:paraId="00BA0E04" w14:textId="77777777" w:rsidR="00A47F5A" w:rsidRDefault="00A47F5A" w:rsidP="00A47F5A">
            <w:pPr>
              <w:pStyle w:val="SIBulletList2"/>
            </w:pPr>
            <w:r w:rsidRPr="00B52B2E">
              <w:t>setting up traffic and pedestrian barriers</w:t>
            </w:r>
          </w:p>
          <w:p w14:paraId="0E28ED4D" w14:textId="36822F84" w:rsidR="00296BEA" w:rsidRPr="00B52B2E" w:rsidRDefault="00296BEA" w:rsidP="00A47F5A">
            <w:pPr>
              <w:pStyle w:val="SIBulletList2"/>
            </w:pPr>
            <w:r>
              <w:t>overhead services</w:t>
            </w:r>
          </w:p>
          <w:p w14:paraId="5C8CD985" w14:textId="70948E6D" w:rsidR="00F1480E" w:rsidRPr="005404CB" w:rsidRDefault="00296BEA" w:rsidP="00F047D5">
            <w:pPr>
              <w:pStyle w:val="SIBulletList2"/>
            </w:pPr>
            <w:r>
              <w:t xml:space="preserve">digging near services, including, </w:t>
            </w:r>
            <w:r w:rsidR="00A47F5A" w:rsidRPr="00B52B2E">
              <w:t>phone, gas, po</w:t>
            </w:r>
            <w:r>
              <w:t xml:space="preserve">wer, water, </w:t>
            </w:r>
            <w:proofErr w:type="gramStart"/>
            <w:r>
              <w:t>sewerage</w:t>
            </w:r>
            <w:proofErr w:type="gramEnd"/>
            <w:r>
              <w:t xml:space="preserve"> and drains.</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465C97">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465C97">
        <w:tc>
          <w:tcPr>
            <w:tcW w:w="5000" w:type="pct"/>
            <w:shd w:val="clear" w:color="auto" w:fill="auto"/>
          </w:tcPr>
          <w:p w14:paraId="67188A09" w14:textId="18825F72" w:rsidR="00CF33DB" w:rsidRPr="00CF33DB" w:rsidRDefault="00CF33DB" w:rsidP="00F047D5">
            <w:pPr>
              <w:pStyle w:val="SIText"/>
            </w:pPr>
            <w:r w:rsidRPr="00CF33DB">
              <w:t xml:space="preserve">Assessment of the skills in this unit of competency must take place under the following conditions: </w:t>
            </w:r>
          </w:p>
          <w:p w14:paraId="33745A6E" w14:textId="77777777" w:rsidR="00CF33DB" w:rsidRPr="00CF33DB" w:rsidRDefault="00CF33DB" w:rsidP="00F047D5">
            <w:pPr>
              <w:pStyle w:val="SIBulletList1"/>
            </w:pPr>
            <w:r w:rsidRPr="00CF33DB">
              <w:t>physical conditions:</w:t>
            </w:r>
          </w:p>
          <w:p w14:paraId="11BDFBAA" w14:textId="3118A853" w:rsidR="00CF33DB" w:rsidRPr="00CF33DB" w:rsidRDefault="00CF33DB" w:rsidP="00CF33DB">
            <w:pPr>
              <w:pStyle w:val="SIBulletList2"/>
            </w:pPr>
            <w:r w:rsidRPr="00CF33DB">
              <w:t xml:space="preserve">skills must be demonstrated </w:t>
            </w:r>
            <w:r w:rsidR="00465C97">
              <w:t>on</w:t>
            </w:r>
            <w:r w:rsidRPr="00CF33DB">
              <w:t xml:space="preserve"> a permaculture </w:t>
            </w:r>
            <w:r w:rsidR="00465C97">
              <w:t xml:space="preserve">site </w:t>
            </w:r>
            <w:r w:rsidRPr="00CF33DB">
              <w:t>or an environment that accurately represents workplace conditions</w:t>
            </w:r>
          </w:p>
          <w:p w14:paraId="406C6A18" w14:textId="77777777" w:rsidR="00CF33DB" w:rsidRPr="00CF33DB" w:rsidRDefault="00CF33DB" w:rsidP="00F047D5">
            <w:pPr>
              <w:pStyle w:val="SIBulletList1"/>
            </w:pPr>
            <w:r w:rsidRPr="00CF33DB">
              <w:t xml:space="preserve">resources, </w:t>
            </w:r>
            <w:proofErr w:type="gramStart"/>
            <w:r w:rsidRPr="00CF33DB">
              <w:t>equipment</w:t>
            </w:r>
            <w:proofErr w:type="gramEnd"/>
            <w:r w:rsidRPr="00CF33DB">
              <w:t xml:space="preserve"> and materials:</w:t>
            </w:r>
          </w:p>
          <w:p w14:paraId="1A2F038C" w14:textId="55AEEFC0" w:rsidR="00CF33DB" w:rsidRPr="00CF33DB" w:rsidRDefault="00465C97" w:rsidP="00CF33DB">
            <w:pPr>
              <w:pStyle w:val="SIBulletList2"/>
            </w:pPr>
            <w:r>
              <w:t xml:space="preserve">use of tools, </w:t>
            </w:r>
            <w:proofErr w:type="gramStart"/>
            <w:r w:rsidR="00CF33DB" w:rsidRPr="00CF33DB">
              <w:t>equipment</w:t>
            </w:r>
            <w:proofErr w:type="gramEnd"/>
            <w:r>
              <w:t xml:space="preserve"> and machinery</w:t>
            </w:r>
          </w:p>
          <w:p w14:paraId="18A7C9C2" w14:textId="77777777" w:rsidR="00CF33DB" w:rsidRDefault="00CF33DB" w:rsidP="00CF33DB">
            <w:pPr>
              <w:pStyle w:val="SIBulletList2"/>
            </w:pPr>
            <w:r w:rsidRPr="00CF33DB">
              <w:t>use of personal protective equipment</w:t>
            </w:r>
          </w:p>
          <w:p w14:paraId="33306CD2" w14:textId="4A7FE742" w:rsidR="00465C97" w:rsidRPr="00CF33DB" w:rsidRDefault="00465C97" w:rsidP="00CF33DB">
            <w:pPr>
              <w:pStyle w:val="SIBulletList2"/>
            </w:pPr>
            <w:r>
              <w:t>use of materials and consumables for construction</w:t>
            </w:r>
            <w:r w:rsidR="00527ED9">
              <w:t xml:space="preserve"> and installation </w:t>
            </w:r>
            <w:r>
              <w:t>works</w:t>
            </w:r>
          </w:p>
          <w:p w14:paraId="77F3DE48" w14:textId="77777777" w:rsidR="00CF33DB" w:rsidRPr="00CF33DB" w:rsidRDefault="00CF33DB" w:rsidP="00F047D5">
            <w:pPr>
              <w:pStyle w:val="SIBulletList1"/>
            </w:pPr>
            <w:r w:rsidRPr="00CF33DB">
              <w:t>specifications:</w:t>
            </w:r>
          </w:p>
          <w:p w14:paraId="37E7285B" w14:textId="77777777" w:rsidR="00465C97" w:rsidRDefault="00CF33DB" w:rsidP="00465C97">
            <w:pPr>
              <w:pStyle w:val="SIBulletList2"/>
            </w:pPr>
            <w:r w:rsidRPr="00CF33DB">
              <w:t xml:space="preserve">use of workplace </w:t>
            </w:r>
            <w:r w:rsidR="00465C97">
              <w:t>procedures</w:t>
            </w:r>
          </w:p>
          <w:p w14:paraId="5417C23E" w14:textId="473ADAC2" w:rsidR="00CF33DB" w:rsidRPr="00CF33DB" w:rsidRDefault="00CF33DB" w:rsidP="00465C97">
            <w:pPr>
              <w:pStyle w:val="SIBulletList2"/>
            </w:pPr>
            <w:r w:rsidRPr="00CF33DB">
              <w:t>use of manufacturer operating instructions for equipment and machinery</w:t>
            </w:r>
          </w:p>
          <w:p w14:paraId="27D7AFDC" w14:textId="77777777" w:rsidR="00527ED9" w:rsidRDefault="00CF33DB" w:rsidP="00CF33DB">
            <w:pPr>
              <w:pStyle w:val="SIBulletList2"/>
            </w:pPr>
            <w:r w:rsidRPr="00CF33DB">
              <w:t xml:space="preserve">use of </w:t>
            </w:r>
            <w:r w:rsidR="00465C97">
              <w:t>installation</w:t>
            </w:r>
            <w:r w:rsidRPr="00CF33DB">
              <w:t xml:space="preserve"> instructions</w:t>
            </w:r>
            <w:r w:rsidR="00527ED9">
              <w:t xml:space="preserve"> for components</w:t>
            </w:r>
          </w:p>
          <w:p w14:paraId="0B9E391B" w14:textId="71489A22" w:rsidR="00CF33DB" w:rsidRPr="00CF33DB" w:rsidRDefault="00527ED9" w:rsidP="00CF33DB">
            <w:pPr>
              <w:pStyle w:val="SIBulletList2"/>
            </w:pPr>
            <w:r>
              <w:t xml:space="preserve">use of plan and </w:t>
            </w:r>
            <w:r w:rsidR="00465C97">
              <w:t>design specifications</w:t>
            </w:r>
          </w:p>
          <w:p w14:paraId="500176C2" w14:textId="51C57197" w:rsidR="00CF33DB" w:rsidRPr="00CF33DB" w:rsidRDefault="00CF33DB" w:rsidP="00CF33DB">
            <w:pPr>
              <w:pStyle w:val="SIBulletList2"/>
            </w:pPr>
            <w:r w:rsidRPr="00CF33DB">
              <w:t xml:space="preserve">access to specific </w:t>
            </w:r>
            <w:r w:rsidR="00465C97">
              <w:t>legislation and regulations</w:t>
            </w:r>
          </w:p>
          <w:p w14:paraId="6335C1EC" w14:textId="77777777" w:rsidR="00CF33DB" w:rsidRPr="00CF33DB" w:rsidRDefault="00CF33DB" w:rsidP="00F047D5">
            <w:pPr>
              <w:pStyle w:val="SIBulletList1"/>
            </w:pPr>
            <w:r w:rsidRPr="00CF33DB">
              <w:lastRenderedPageBreak/>
              <w:t>relationships:</w:t>
            </w:r>
          </w:p>
          <w:p w14:paraId="205D6596" w14:textId="4F1E7CF3" w:rsidR="00CF33DB" w:rsidRPr="00CF33DB" w:rsidRDefault="00465C97" w:rsidP="00CF33DB">
            <w:pPr>
              <w:pStyle w:val="SIBulletList2"/>
            </w:pPr>
            <w:r>
              <w:t>stakeholders</w:t>
            </w:r>
          </w:p>
          <w:p w14:paraId="77DB75F7" w14:textId="77777777" w:rsidR="00527ED9" w:rsidRDefault="00465C97" w:rsidP="00465C97">
            <w:pPr>
              <w:pStyle w:val="SIBulletList2"/>
            </w:pPr>
            <w:r>
              <w:t>work team and contractors</w:t>
            </w:r>
          </w:p>
          <w:p w14:paraId="759850B7" w14:textId="3C7687D0" w:rsidR="003B541E" w:rsidRPr="005404CB" w:rsidRDefault="00CF33DB" w:rsidP="003B541E">
            <w:pPr>
              <w:pStyle w:val="SIText"/>
              <w:rPr>
                <w:rFonts w:eastAsia="Calibri"/>
              </w:rPr>
            </w:pPr>
            <w:r w:rsidRPr="00CF33DB">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DA96D" w14:textId="77777777" w:rsidR="00957B53" w:rsidRDefault="00957B53" w:rsidP="00BF3F0A">
      <w:r>
        <w:separator/>
      </w:r>
    </w:p>
    <w:p w14:paraId="13799869" w14:textId="77777777" w:rsidR="00957B53" w:rsidRDefault="00957B53"/>
  </w:endnote>
  <w:endnote w:type="continuationSeparator" w:id="0">
    <w:p w14:paraId="2704B505" w14:textId="77777777" w:rsidR="00957B53" w:rsidRDefault="00957B53" w:rsidP="00BF3F0A">
      <w:r>
        <w:continuationSeparator/>
      </w:r>
    </w:p>
    <w:p w14:paraId="7AA13C88" w14:textId="77777777" w:rsidR="00957B53" w:rsidRDefault="00957B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465C97" w:rsidRPr="000754EC" w:rsidRDefault="00465C97" w:rsidP="005F771F">
        <w:pPr>
          <w:pStyle w:val="SIText"/>
        </w:pPr>
        <w:r>
          <w:t>Skills Impact Unit of Competency</w:t>
        </w:r>
        <w:r>
          <w:tab/>
        </w:r>
        <w:r>
          <w:tab/>
        </w:r>
        <w:r>
          <w:tab/>
        </w:r>
        <w:r>
          <w:tab/>
        </w:r>
        <w:r>
          <w:tab/>
        </w:r>
        <w:r>
          <w:tab/>
        </w:r>
        <w:r>
          <w:tab/>
          <w:t xml:space="preserve"> </w:t>
        </w:r>
        <w:r>
          <w:tab/>
        </w:r>
        <w:r>
          <w:tab/>
        </w:r>
        <w:r w:rsidRPr="000754EC">
          <w:fldChar w:fldCharType="begin"/>
        </w:r>
        <w:r>
          <w:instrText xml:space="preserve"> PAGE   \* MERGEFORMAT </w:instrText>
        </w:r>
        <w:r w:rsidRPr="000754EC">
          <w:fldChar w:fldCharType="separate"/>
        </w:r>
        <w:r w:rsidR="007865FC">
          <w:rPr>
            <w:noProof/>
          </w:rPr>
          <w:t>6</w:t>
        </w:r>
        <w:r w:rsidRPr="000754EC">
          <w:fldChar w:fldCharType="end"/>
        </w:r>
      </w:p>
      <w:p w14:paraId="20924673" w14:textId="77777777" w:rsidR="00465C97" w:rsidRDefault="00465C97" w:rsidP="005F771F">
        <w:pPr>
          <w:pStyle w:val="SIText"/>
        </w:pPr>
        <w:r w:rsidRPr="000754EC">
          <w:t xml:space="preserve">Template modified on </w:t>
        </w:r>
        <w:r>
          <w:t>14 October 2020</w:t>
        </w:r>
      </w:p>
    </w:sdtContent>
  </w:sdt>
  <w:p w14:paraId="26A574DB" w14:textId="77777777" w:rsidR="00465C97" w:rsidRDefault="00465C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16160" w14:textId="77777777" w:rsidR="00957B53" w:rsidRDefault="00957B53" w:rsidP="00BF3F0A">
      <w:r>
        <w:separator/>
      </w:r>
    </w:p>
    <w:p w14:paraId="0B81960A" w14:textId="77777777" w:rsidR="00957B53" w:rsidRDefault="00957B53"/>
  </w:footnote>
  <w:footnote w:type="continuationSeparator" w:id="0">
    <w:p w14:paraId="2BDD731A" w14:textId="77777777" w:rsidR="00957B53" w:rsidRDefault="00957B53" w:rsidP="00BF3F0A">
      <w:r>
        <w:continuationSeparator/>
      </w:r>
    </w:p>
    <w:p w14:paraId="69956AB5" w14:textId="77777777" w:rsidR="00957B53" w:rsidRDefault="00957B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085DF12C" w:rsidR="00465C97" w:rsidRPr="000754EC" w:rsidRDefault="00A8201D"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65C97" w:rsidRPr="007A49CA">
      <w:t>AHCPER3</w:t>
    </w:r>
    <w:r w:rsidR="002B786B">
      <w:t>X4</w:t>
    </w:r>
    <w:r w:rsidR="00465C97" w:rsidRPr="007A49CA">
      <w:t xml:space="preserve"> Install and maintain permaculture water </w:t>
    </w:r>
    <w:r w:rsidR="00465C97">
      <w:t xml:space="preserve">management </w:t>
    </w:r>
    <w:r w:rsidR="00465C97" w:rsidRPr="007A49CA">
      <w:t>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B01D8"/>
    <w:multiLevelType w:val="multilevel"/>
    <w:tmpl w:val="BB809F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2337B"/>
    <w:multiLevelType w:val="multilevel"/>
    <w:tmpl w:val="45D0B1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A5FD1"/>
    <w:multiLevelType w:val="multilevel"/>
    <w:tmpl w:val="5C1C2A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CF3C96"/>
    <w:multiLevelType w:val="multilevel"/>
    <w:tmpl w:val="FC90E3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7506A8"/>
    <w:multiLevelType w:val="multilevel"/>
    <w:tmpl w:val="F5CA05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FC5171"/>
    <w:multiLevelType w:val="multilevel"/>
    <w:tmpl w:val="429CC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63A7176"/>
    <w:multiLevelType w:val="multilevel"/>
    <w:tmpl w:val="F5183A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78352E"/>
    <w:multiLevelType w:val="multilevel"/>
    <w:tmpl w:val="D0968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E64D83"/>
    <w:multiLevelType w:val="multilevel"/>
    <w:tmpl w:val="C22A47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EE2B44"/>
    <w:multiLevelType w:val="multilevel"/>
    <w:tmpl w:val="11B6C4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2D2698"/>
    <w:multiLevelType w:val="multilevel"/>
    <w:tmpl w:val="ADA056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AF1638"/>
    <w:multiLevelType w:val="multilevel"/>
    <w:tmpl w:val="4FB2C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183496"/>
    <w:multiLevelType w:val="multilevel"/>
    <w:tmpl w:val="39E21E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DC6245"/>
    <w:multiLevelType w:val="multilevel"/>
    <w:tmpl w:val="7F7C26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60112A"/>
    <w:multiLevelType w:val="multilevel"/>
    <w:tmpl w:val="5C26AB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5FD0A82"/>
    <w:multiLevelType w:val="multilevel"/>
    <w:tmpl w:val="B17C8A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362A15"/>
    <w:multiLevelType w:val="multilevel"/>
    <w:tmpl w:val="4BC058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3A0265"/>
    <w:multiLevelType w:val="multilevel"/>
    <w:tmpl w:val="1DACD7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F907A2"/>
    <w:multiLevelType w:val="multilevel"/>
    <w:tmpl w:val="DEBA2F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57729F5"/>
    <w:multiLevelType w:val="multilevel"/>
    <w:tmpl w:val="AC84BC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CB2E74"/>
    <w:multiLevelType w:val="multilevel"/>
    <w:tmpl w:val="C11CF4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1B71F8"/>
    <w:multiLevelType w:val="multilevel"/>
    <w:tmpl w:val="0AE2F0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B314FA"/>
    <w:multiLevelType w:val="multilevel"/>
    <w:tmpl w:val="D54C55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EF6945"/>
    <w:multiLevelType w:val="multilevel"/>
    <w:tmpl w:val="81E46F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1824966">
    <w:abstractNumId w:val="23"/>
  </w:num>
  <w:num w:numId="2" w16cid:durableId="231935591">
    <w:abstractNumId w:val="18"/>
  </w:num>
  <w:num w:numId="3" w16cid:durableId="357589063">
    <w:abstractNumId w:val="24"/>
  </w:num>
  <w:num w:numId="4" w16cid:durableId="567573056">
    <w:abstractNumId w:val="14"/>
  </w:num>
  <w:num w:numId="5" w16cid:durableId="220337827">
    <w:abstractNumId w:val="7"/>
  </w:num>
  <w:num w:numId="6" w16cid:durableId="1261524999">
    <w:abstractNumId w:val="5"/>
  </w:num>
  <w:num w:numId="7" w16cid:durableId="915748517">
    <w:abstractNumId w:val="22"/>
  </w:num>
  <w:num w:numId="8" w16cid:durableId="1459912689">
    <w:abstractNumId w:val="0"/>
  </w:num>
  <w:num w:numId="9" w16cid:durableId="326254892">
    <w:abstractNumId w:val="17"/>
  </w:num>
  <w:num w:numId="10" w16cid:durableId="19284721">
    <w:abstractNumId w:val="3"/>
  </w:num>
  <w:num w:numId="11" w16cid:durableId="689256518">
    <w:abstractNumId w:val="2"/>
  </w:num>
  <w:num w:numId="12" w16cid:durableId="967007003">
    <w:abstractNumId w:val="15"/>
  </w:num>
  <w:num w:numId="13" w16cid:durableId="458960326">
    <w:abstractNumId w:val="20"/>
  </w:num>
  <w:num w:numId="14" w16cid:durableId="1356031336">
    <w:abstractNumId w:val="1"/>
  </w:num>
  <w:num w:numId="15" w16cid:durableId="897668045">
    <w:abstractNumId w:val="27"/>
  </w:num>
  <w:num w:numId="16" w16cid:durableId="1810202059">
    <w:abstractNumId w:val="10"/>
  </w:num>
  <w:num w:numId="17" w16cid:durableId="1847667371">
    <w:abstractNumId w:val="26"/>
  </w:num>
  <w:num w:numId="18" w16cid:durableId="1890532317">
    <w:abstractNumId w:val="21"/>
  </w:num>
  <w:num w:numId="19" w16cid:durableId="1581020865">
    <w:abstractNumId w:val="28"/>
  </w:num>
  <w:num w:numId="20" w16cid:durableId="701786729">
    <w:abstractNumId w:val="8"/>
  </w:num>
  <w:num w:numId="21" w16cid:durableId="2000503346">
    <w:abstractNumId w:val="4"/>
  </w:num>
  <w:num w:numId="22" w16cid:durableId="287123995">
    <w:abstractNumId w:val="16"/>
  </w:num>
  <w:num w:numId="23" w16cid:durableId="1979411665">
    <w:abstractNumId w:val="11"/>
  </w:num>
  <w:num w:numId="24" w16cid:durableId="1274631821">
    <w:abstractNumId w:val="9"/>
  </w:num>
  <w:num w:numId="25" w16cid:durableId="668336257">
    <w:abstractNumId w:val="19"/>
  </w:num>
  <w:num w:numId="26" w16cid:durableId="1155805264">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26E"/>
    <w:rsid w:val="00023992"/>
    <w:rsid w:val="000275AE"/>
    <w:rsid w:val="000306F8"/>
    <w:rsid w:val="00041E59"/>
    <w:rsid w:val="00064BFE"/>
    <w:rsid w:val="00070B3E"/>
    <w:rsid w:val="00071F95"/>
    <w:rsid w:val="000737BB"/>
    <w:rsid w:val="00074E47"/>
    <w:rsid w:val="000754EC"/>
    <w:rsid w:val="00086857"/>
    <w:rsid w:val="000873E8"/>
    <w:rsid w:val="0009093B"/>
    <w:rsid w:val="000A5441"/>
    <w:rsid w:val="000B2022"/>
    <w:rsid w:val="000B476C"/>
    <w:rsid w:val="000C044A"/>
    <w:rsid w:val="000C149A"/>
    <w:rsid w:val="000C224E"/>
    <w:rsid w:val="000D1DB4"/>
    <w:rsid w:val="000E25E6"/>
    <w:rsid w:val="000E2C86"/>
    <w:rsid w:val="000F2810"/>
    <w:rsid w:val="000F29F2"/>
    <w:rsid w:val="000F7B0C"/>
    <w:rsid w:val="00101659"/>
    <w:rsid w:val="00105AEA"/>
    <w:rsid w:val="001078BF"/>
    <w:rsid w:val="00112D9D"/>
    <w:rsid w:val="00133957"/>
    <w:rsid w:val="0013525C"/>
    <w:rsid w:val="001372F6"/>
    <w:rsid w:val="00137ED6"/>
    <w:rsid w:val="00144385"/>
    <w:rsid w:val="00146EEC"/>
    <w:rsid w:val="00151D55"/>
    <w:rsid w:val="00151D93"/>
    <w:rsid w:val="00156EF3"/>
    <w:rsid w:val="00162CC8"/>
    <w:rsid w:val="00176E4F"/>
    <w:rsid w:val="0018546B"/>
    <w:rsid w:val="00192921"/>
    <w:rsid w:val="001A6A3E"/>
    <w:rsid w:val="001A7B6D"/>
    <w:rsid w:val="001B091E"/>
    <w:rsid w:val="001B34D5"/>
    <w:rsid w:val="001B513A"/>
    <w:rsid w:val="001C0A75"/>
    <w:rsid w:val="001C1306"/>
    <w:rsid w:val="001D30EB"/>
    <w:rsid w:val="001D5C1B"/>
    <w:rsid w:val="001D7F5B"/>
    <w:rsid w:val="001E0849"/>
    <w:rsid w:val="001E16BC"/>
    <w:rsid w:val="001E16DF"/>
    <w:rsid w:val="001E29E2"/>
    <w:rsid w:val="001E7EEA"/>
    <w:rsid w:val="001F16C8"/>
    <w:rsid w:val="001F2BA5"/>
    <w:rsid w:val="001F308D"/>
    <w:rsid w:val="00201A7C"/>
    <w:rsid w:val="00202B55"/>
    <w:rsid w:val="0021210E"/>
    <w:rsid w:val="0021414D"/>
    <w:rsid w:val="00223124"/>
    <w:rsid w:val="00233143"/>
    <w:rsid w:val="00234444"/>
    <w:rsid w:val="00242293"/>
    <w:rsid w:val="00242D65"/>
    <w:rsid w:val="00244EA7"/>
    <w:rsid w:val="00246713"/>
    <w:rsid w:val="00262FC3"/>
    <w:rsid w:val="0026394F"/>
    <w:rsid w:val="00267AF6"/>
    <w:rsid w:val="00276DB8"/>
    <w:rsid w:val="00282664"/>
    <w:rsid w:val="00285FB8"/>
    <w:rsid w:val="0028680A"/>
    <w:rsid w:val="002920C8"/>
    <w:rsid w:val="002965A8"/>
    <w:rsid w:val="00296BEA"/>
    <w:rsid w:val="002970C3"/>
    <w:rsid w:val="002973EC"/>
    <w:rsid w:val="002A275C"/>
    <w:rsid w:val="002A345B"/>
    <w:rsid w:val="002A4CD3"/>
    <w:rsid w:val="002A6CC4"/>
    <w:rsid w:val="002B786B"/>
    <w:rsid w:val="002C55E9"/>
    <w:rsid w:val="002D0C8B"/>
    <w:rsid w:val="002D330A"/>
    <w:rsid w:val="002E170C"/>
    <w:rsid w:val="002E193E"/>
    <w:rsid w:val="003028FC"/>
    <w:rsid w:val="00305EFF"/>
    <w:rsid w:val="00310A6A"/>
    <w:rsid w:val="003144E6"/>
    <w:rsid w:val="00333E3C"/>
    <w:rsid w:val="00337E82"/>
    <w:rsid w:val="00346FDC"/>
    <w:rsid w:val="00350BB1"/>
    <w:rsid w:val="00352C83"/>
    <w:rsid w:val="00357BBE"/>
    <w:rsid w:val="00366805"/>
    <w:rsid w:val="0037067D"/>
    <w:rsid w:val="00371FCB"/>
    <w:rsid w:val="00373436"/>
    <w:rsid w:val="00382EFB"/>
    <w:rsid w:val="0038735B"/>
    <w:rsid w:val="003916D1"/>
    <w:rsid w:val="00394C90"/>
    <w:rsid w:val="003A16FC"/>
    <w:rsid w:val="003A21F0"/>
    <w:rsid w:val="003A277F"/>
    <w:rsid w:val="003A58BA"/>
    <w:rsid w:val="003A5AE7"/>
    <w:rsid w:val="003A7221"/>
    <w:rsid w:val="003A768F"/>
    <w:rsid w:val="003B3493"/>
    <w:rsid w:val="003B541E"/>
    <w:rsid w:val="003C13AE"/>
    <w:rsid w:val="003C7152"/>
    <w:rsid w:val="003D2E73"/>
    <w:rsid w:val="003E72B6"/>
    <w:rsid w:val="003E7BBE"/>
    <w:rsid w:val="003F14E7"/>
    <w:rsid w:val="00403105"/>
    <w:rsid w:val="004127E3"/>
    <w:rsid w:val="004173DD"/>
    <w:rsid w:val="00430AA3"/>
    <w:rsid w:val="0043212E"/>
    <w:rsid w:val="00434366"/>
    <w:rsid w:val="00434ECE"/>
    <w:rsid w:val="00444423"/>
    <w:rsid w:val="00452F3E"/>
    <w:rsid w:val="0046239A"/>
    <w:rsid w:val="004640AE"/>
    <w:rsid w:val="004652BF"/>
    <w:rsid w:val="00465C97"/>
    <w:rsid w:val="00466F18"/>
    <w:rsid w:val="004679E3"/>
    <w:rsid w:val="00475172"/>
    <w:rsid w:val="004758B0"/>
    <w:rsid w:val="0048067C"/>
    <w:rsid w:val="004832D2"/>
    <w:rsid w:val="00484CCD"/>
    <w:rsid w:val="00485559"/>
    <w:rsid w:val="00497866"/>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5FAE"/>
    <w:rsid w:val="004E6245"/>
    <w:rsid w:val="004E6741"/>
    <w:rsid w:val="004E7094"/>
    <w:rsid w:val="004F1428"/>
    <w:rsid w:val="004F4019"/>
    <w:rsid w:val="004F5DC7"/>
    <w:rsid w:val="004F78DA"/>
    <w:rsid w:val="004F7A55"/>
    <w:rsid w:val="005119ED"/>
    <w:rsid w:val="005145AB"/>
    <w:rsid w:val="00520E9A"/>
    <w:rsid w:val="00521027"/>
    <w:rsid w:val="005248C1"/>
    <w:rsid w:val="00526134"/>
    <w:rsid w:val="00527ED9"/>
    <w:rsid w:val="005404CB"/>
    <w:rsid w:val="005405B2"/>
    <w:rsid w:val="005427C8"/>
    <w:rsid w:val="005446D1"/>
    <w:rsid w:val="00552063"/>
    <w:rsid w:val="00556C4C"/>
    <w:rsid w:val="00557369"/>
    <w:rsid w:val="00557D22"/>
    <w:rsid w:val="00564ADD"/>
    <w:rsid w:val="005708EB"/>
    <w:rsid w:val="00575BC6"/>
    <w:rsid w:val="00583902"/>
    <w:rsid w:val="005961F4"/>
    <w:rsid w:val="005A1D70"/>
    <w:rsid w:val="005A3AA5"/>
    <w:rsid w:val="005A6296"/>
    <w:rsid w:val="005A6C9C"/>
    <w:rsid w:val="005A74DC"/>
    <w:rsid w:val="005B5146"/>
    <w:rsid w:val="005D0854"/>
    <w:rsid w:val="005D1AFD"/>
    <w:rsid w:val="005E51E6"/>
    <w:rsid w:val="005E5B6D"/>
    <w:rsid w:val="005F027A"/>
    <w:rsid w:val="005F33CC"/>
    <w:rsid w:val="005F771F"/>
    <w:rsid w:val="006121D4"/>
    <w:rsid w:val="00613B49"/>
    <w:rsid w:val="00616845"/>
    <w:rsid w:val="00620E8E"/>
    <w:rsid w:val="00633CFE"/>
    <w:rsid w:val="00634FCA"/>
    <w:rsid w:val="00643D1B"/>
    <w:rsid w:val="006452B8"/>
    <w:rsid w:val="0064695B"/>
    <w:rsid w:val="00652E62"/>
    <w:rsid w:val="0066140A"/>
    <w:rsid w:val="00680367"/>
    <w:rsid w:val="006813BA"/>
    <w:rsid w:val="0068453C"/>
    <w:rsid w:val="00686A49"/>
    <w:rsid w:val="00687B62"/>
    <w:rsid w:val="00690C44"/>
    <w:rsid w:val="00692EC8"/>
    <w:rsid w:val="00695C89"/>
    <w:rsid w:val="006969D9"/>
    <w:rsid w:val="006A15D8"/>
    <w:rsid w:val="006A2B68"/>
    <w:rsid w:val="006B1229"/>
    <w:rsid w:val="006C2F32"/>
    <w:rsid w:val="006C32DF"/>
    <w:rsid w:val="006C72DA"/>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5FC"/>
    <w:rsid w:val="00786DC8"/>
    <w:rsid w:val="0079402C"/>
    <w:rsid w:val="007A300D"/>
    <w:rsid w:val="007A49CA"/>
    <w:rsid w:val="007D5A78"/>
    <w:rsid w:val="007E3BD1"/>
    <w:rsid w:val="007F1563"/>
    <w:rsid w:val="007F1EB2"/>
    <w:rsid w:val="007F44DB"/>
    <w:rsid w:val="007F5A8B"/>
    <w:rsid w:val="007F7FC7"/>
    <w:rsid w:val="00817D51"/>
    <w:rsid w:val="00823530"/>
    <w:rsid w:val="00823FF4"/>
    <w:rsid w:val="00830267"/>
    <w:rsid w:val="008306E7"/>
    <w:rsid w:val="008321B4"/>
    <w:rsid w:val="008322BE"/>
    <w:rsid w:val="00834BC8"/>
    <w:rsid w:val="00837FD6"/>
    <w:rsid w:val="00847B60"/>
    <w:rsid w:val="00850243"/>
    <w:rsid w:val="00851BE5"/>
    <w:rsid w:val="008545EB"/>
    <w:rsid w:val="00856126"/>
    <w:rsid w:val="00860613"/>
    <w:rsid w:val="00865011"/>
    <w:rsid w:val="00886790"/>
    <w:rsid w:val="008873C8"/>
    <w:rsid w:val="008908DE"/>
    <w:rsid w:val="008959F5"/>
    <w:rsid w:val="008A12ED"/>
    <w:rsid w:val="008A39D3"/>
    <w:rsid w:val="008B2C77"/>
    <w:rsid w:val="008B4AD2"/>
    <w:rsid w:val="008B663E"/>
    <w:rsid w:val="008B7138"/>
    <w:rsid w:val="008D3C8D"/>
    <w:rsid w:val="008E260C"/>
    <w:rsid w:val="008E39BE"/>
    <w:rsid w:val="008E54C1"/>
    <w:rsid w:val="008E62EC"/>
    <w:rsid w:val="008F15E9"/>
    <w:rsid w:val="008F32F6"/>
    <w:rsid w:val="00900B09"/>
    <w:rsid w:val="00903631"/>
    <w:rsid w:val="00916CD7"/>
    <w:rsid w:val="00920927"/>
    <w:rsid w:val="00921B38"/>
    <w:rsid w:val="00923720"/>
    <w:rsid w:val="009278C9"/>
    <w:rsid w:val="00932CD7"/>
    <w:rsid w:val="00944C09"/>
    <w:rsid w:val="009527CB"/>
    <w:rsid w:val="00953835"/>
    <w:rsid w:val="00955199"/>
    <w:rsid w:val="00957B53"/>
    <w:rsid w:val="00960F6C"/>
    <w:rsid w:val="00962B62"/>
    <w:rsid w:val="00970747"/>
    <w:rsid w:val="00977EB4"/>
    <w:rsid w:val="00993CEA"/>
    <w:rsid w:val="00997BFC"/>
    <w:rsid w:val="009A5900"/>
    <w:rsid w:val="009A6E6C"/>
    <w:rsid w:val="009A6F3F"/>
    <w:rsid w:val="009B331A"/>
    <w:rsid w:val="009B7F7C"/>
    <w:rsid w:val="009C2650"/>
    <w:rsid w:val="009D15E2"/>
    <w:rsid w:val="009D15FE"/>
    <w:rsid w:val="009D5D2C"/>
    <w:rsid w:val="009F0DCC"/>
    <w:rsid w:val="009F11CA"/>
    <w:rsid w:val="00A0695B"/>
    <w:rsid w:val="00A13052"/>
    <w:rsid w:val="00A216A8"/>
    <w:rsid w:val="00A223A6"/>
    <w:rsid w:val="00A3135C"/>
    <w:rsid w:val="00A3639E"/>
    <w:rsid w:val="00A47F5A"/>
    <w:rsid w:val="00A5092E"/>
    <w:rsid w:val="00A554D6"/>
    <w:rsid w:val="00A56E14"/>
    <w:rsid w:val="00A6476B"/>
    <w:rsid w:val="00A76C6C"/>
    <w:rsid w:val="00A77718"/>
    <w:rsid w:val="00A8201D"/>
    <w:rsid w:val="00A87356"/>
    <w:rsid w:val="00A92DD1"/>
    <w:rsid w:val="00AA5338"/>
    <w:rsid w:val="00AA5D02"/>
    <w:rsid w:val="00AB1B8E"/>
    <w:rsid w:val="00AB3EC1"/>
    <w:rsid w:val="00AB46DE"/>
    <w:rsid w:val="00AC0696"/>
    <w:rsid w:val="00AC4C98"/>
    <w:rsid w:val="00AC5F6B"/>
    <w:rsid w:val="00AD3896"/>
    <w:rsid w:val="00AD5B47"/>
    <w:rsid w:val="00AE1ED9"/>
    <w:rsid w:val="00AE21DE"/>
    <w:rsid w:val="00AE32CB"/>
    <w:rsid w:val="00AF3957"/>
    <w:rsid w:val="00B0712C"/>
    <w:rsid w:val="00B11D14"/>
    <w:rsid w:val="00B12013"/>
    <w:rsid w:val="00B22C67"/>
    <w:rsid w:val="00B3508F"/>
    <w:rsid w:val="00B443EE"/>
    <w:rsid w:val="00B52AAC"/>
    <w:rsid w:val="00B52B2E"/>
    <w:rsid w:val="00B560C8"/>
    <w:rsid w:val="00B61150"/>
    <w:rsid w:val="00B65BC7"/>
    <w:rsid w:val="00B7425E"/>
    <w:rsid w:val="00B746B9"/>
    <w:rsid w:val="00B848D4"/>
    <w:rsid w:val="00B865B7"/>
    <w:rsid w:val="00B900C3"/>
    <w:rsid w:val="00B9148E"/>
    <w:rsid w:val="00B91517"/>
    <w:rsid w:val="00B934C5"/>
    <w:rsid w:val="00B94E99"/>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143C3"/>
    <w:rsid w:val="00C1739B"/>
    <w:rsid w:val="00C21ADE"/>
    <w:rsid w:val="00C23D97"/>
    <w:rsid w:val="00C26067"/>
    <w:rsid w:val="00C304D8"/>
    <w:rsid w:val="00C30A29"/>
    <w:rsid w:val="00C317DC"/>
    <w:rsid w:val="00C36FBC"/>
    <w:rsid w:val="00C4364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CF33DB"/>
    <w:rsid w:val="00D0201F"/>
    <w:rsid w:val="00D03685"/>
    <w:rsid w:val="00D07D4E"/>
    <w:rsid w:val="00D115AA"/>
    <w:rsid w:val="00D145BE"/>
    <w:rsid w:val="00D2035A"/>
    <w:rsid w:val="00D20C57"/>
    <w:rsid w:val="00D25D16"/>
    <w:rsid w:val="00D32124"/>
    <w:rsid w:val="00D371AA"/>
    <w:rsid w:val="00D37B1A"/>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54E3"/>
    <w:rsid w:val="00E34CD8"/>
    <w:rsid w:val="00E35064"/>
    <w:rsid w:val="00E35A09"/>
    <w:rsid w:val="00E3681D"/>
    <w:rsid w:val="00E40225"/>
    <w:rsid w:val="00E4046B"/>
    <w:rsid w:val="00E46FBD"/>
    <w:rsid w:val="00E501F0"/>
    <w:rsid w:val="00E6166D"/>
    <w:rsid w:val="00E72739"/>
    <w:rsid w:val="00E91BFF"/>
    <w:rsid w:val="00E92933"/>
    <w:rsid w:val="00E94FAD"/>
    <w:rsid w:val="00EA1A7C"/>
    <w:rsid w:val="00EB0AA4"/>
    <w:rsid w:val="00EB5C88"/>
    <w:rsid w:val="00EC0469"/>
    <w:rsid w:val="00EC0C3E"/>
    <w:rsid w:val="00EC5179"/>
    <w:rsid w:val="00ED5AAC"/>
    <w:rsid w:val="00EF01F8"/>
    <w:rsid w:val="00EF3268"/>
    <w:rsid w:val="00EF40EF"/>
    <w:rsid w:val="00EF47FE"/>
    <w:rsid w:val="00F02CB7"/>
    <w:rsid w:val="00F047D5"/>
    <w:rsid w:val="00F0614C"/>
    <w:rsid w:val="00F069BD"/>
    <w:rsid w:val="00F1480E"/>
    <w:rsid w:val="00F1497D"/>
    <w:rsid w:val="00F16AAC"/>
    <w:rsid w:val="00F30C7D"/>
    <w:rsid w:val="00F33FF2"/>
    <w:rsid w:val="00F438FC"/>
    <w:rsid w:val="00F5616F"/>
    <w:rsid w:val="00F56451"/>
    <w:rsid w:val="00F56827"/>
    <w:rsid w:val="00F60517"/>
    <w:rsid w:val="00F62866"/>
    <w:rsid w:val="00F65EF0"/>
    <w:rsid w:val="00F71651"/>
    <w:rsid w:val="00F76191"/>
    <w:rsid w:val="00F76CC6"/>
    <w:rsid w:val="00F777DC"/>
    <w:rsid w:val="00F83D7C"/>
    <w:rsid w:val="00FB232E"/>
    <w:rsid w:val="00FC4EF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F047D5"/>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D0C4A4-4F23-4633-AAAB-95D181F212E4}">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purl.org/dc/terms/"/>
    <ds:schemaRef ds:uri="7ee3a392-9fd5-4e44-986b-b11872d0f857"/>
    <ds:schemaRef ds:uri="http://www.w3.org/XML/1998/namespace"/>
    <ds:schemaRef ds:uri="http://purl.org/dc/elements/1.1/"/>
    <ds:schemaRef ds:uri="http://schemas.microsoft.com/office/2006/documentManagement/types"/>
    <ds:schemaRef ds:uri="d50bbff7-d6dd-47d2-864a-cfdc2c3db0f4"/>
    <ds:schemaRef ds:uri="http://schemas.openxmlformats.org/package/2006/metadata/core-properties"/>
    <ds:schemaRef ds:uri="http://purl.org/dc/dcmitype/"/>
    <ds:schemaRef ds:uri="http://schemas.microsoft.com/office/infopath/2007/PartnerControls"/>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5047103-FA4F-4D98-A3D0-A71F035B8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TotalTime>
  <Pages>6</Pages>
  <Words>1535</Words>
  <Characters>8754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8</cp:revision>
  <cp:lastPrinted>2016-05-27T05:21:00Z</cp:lastPrinted>
  <dcterms:created xsi:type="dcterms:W3CDTF">2022-01-30T05:44:00Z</dcterms:created>
  <dcterms:modified xsi:type="dcterms:W3CDTF">2022-05-13T02:31:00Z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